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599"/>
        <w:tblW w:w="0" w:type="auto"/>
        <w:tblBorders>
          <w:top w:val="double" w:sz="18" w:space="0" w:color="auto"/>
          <w:left w:val="double" w:sz="18" w:space="0" w:color="auto"/>
          <w:bottom w:val="double" w:sz="18" w:space="0" w:color="auto"/>
          <w:right w:val="double" w:sz="18" w:space="0" w:color="auto"/>
          <w:insideH w:val="double" w:sz="18" w:space="0" w:color="auto"/>
          <w:insideV w:val="double" w:sz="18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000" w:firstRow="0" w:lastRow="0" w:firstColumn="0" w:lastColumn="0" w:noHBand="0" w:noVBand="0"/>
      </w:tblPr>
      <w:tblGrid>
        <w:gridCol w:w="9360"/>
      </w:tblGrid>
      <w:tr w:rsidR="000B289F" w:rsidRPr="00483011" w:rsidTr="000B289F">
        <w:tc>
          <w:tcPr>
            <w:tcW w:w="9360" w:type="dxa"/>
          </w:tcPr>
          <w:p w:rsidR="000B289F" w:rsidRPr="00483011" w:rsidRDefault="00F01D33" w:rsidP="000B289F">
            <w:pPr>
              <w:pStyle w:val="Kop"/>
              <w:pBdr>
                <w:top w:val="none" w:sz="0" w:space="0" w:color="auto"/>
                <w:bottom w:val="none" w:sz="0" w:space="0" w:color="auto"/>
              </w:pBdr>
              <w:spacing w:line="280" w:lineRule="exact"/>
              <w:rPr>
                <w:rFonts w:ascii="Arial" w:hAnsi="Arial"/>
                <w:sz w:val="24"/>
                <w:highlight w:val="yellow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4457700</wp:posOffset>
                  </wp:positionH>
                  <wp:positionV relativeFrom="paragraph">
                    <wp:posOffset>76835</wp:posOffset>
                  </wp:positionV>
                  <wp:extent cx="1143000" cy="857250"/>
                  <wp:effectExtent l="0" t="0" r="0" b="0"/>
                  <wp:wrapNone/>
                  <wp:docPr id="8" name="Afbeelding 8" descr="http://www.hetalternatief.org/Logo%20NIV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hetalternatief.org/Logo%20NIV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89F" w:rsidRPr="00483011" w:rsidRDefault="000B289F" w:rsidP="000B289F">
            <w:pPr>
              <w:pStyle w:val="Kop"/>
              <w:pBdr>
                <w:top w:val="none" w:sz="0" w:space="0" w:color="auto"/>
                <w:bottom w:val="none" w:sz="0" w:space="0" w:color="auto"/>
              </w:pBdr>
              <w:spacing w:line="280" w:lineRule="exact"/>
              <w:rPr>
                <w:rFonts w:ascii="Arial" w:hAnsi="Arial"/>
                <w:sz w:val="24"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sz w:val="24"/>
                <w:highlight w:val="yellow"/>
              </w:rPr>
            </w:pPr>
          </w:p>
          <w:p w:rsidR="000B289F" w:rsidRPr="00483011" w:rsidRDefault="000B289F" w:rsidP="000B289F">
            <w:pPr>
              <w:spacing w:line="264" w:lineRule="atLeast"/>
              <w:rPr>
                <w:b/>
                <w:highlight w:val="yellow"/>
              </w:rPr>
            </w:pPr>
            <w:r w:rsidRPr="00483011">
              <w:rPr>
                <w:b/>
                <w:highlight w:val="yellow"/>
              </w:rPr>
              <w:t xml:space="preserve">                  </w:t>
            </w:r>
          </w:p>
          <w:p w:rsidR="000B289F" w:rsidRPr="00483011" w:rsidRDefault="000B289F" w:rsidP="000B289F">
            <w:pPr>
              <w:spacing w:line="264" w:lineRule="atLeast"/>
              <w:rPr>
                <w:b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color w:val="000000"/>
                <w:sz w:val="24"/>
                <w:highlight w:val="yellow"/>
              </w:rPr>
            </w:pPr>
          </w:p>
          <w:p w:rsidR="000B289F" w:rsidRPr="00DE0EFC" w:rsidRDefault="000B289F" w:rsidP="000B289F">
            <w:pPr>
              <w:rPr>
                <w:rFonts w:ascii="Arial" w:hAnsi="Arial"/>
                <w:color w:val="000000"/>
                <w:sz w:val="24"/>
              </w:rPr>
            </w:pPr>
          </w:p>
          <w:p w:rsidR="000B289F" w:rsidRPr="00DE0EFC" w:rsidRDefault="000B289F" w:rsidP="000B289F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</w:pPr>
          </w:p>
          <w:p w:rsidR="000B289F" w:rsidRPr="00DE0EFC" w:rsidRDefault="000B289F" w:rsidP="00DE0EFC">
            <w:pPr>
              <w:pStyle w:val="Kop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bookmarkStart w:id="1" w:name="_Toc280361335"/>
            <w:r w:rsidRPr="00DE0EFC">
              <w:rPr>
                <w:rFonts w:ascii="Arial" w:hAnsi="Arial" w:cs="Arial"/>
                <w:sz w:val="40"/>
                <w:szCs w:val="40"/>
              </w:rPr>
              <w:t>Vragenlijst</w:t>
            </w:r>
            <w:bookmarkEnd w:id="1"/>
          </w:p>
          <w:p w:rsidR="00DE0EFC" w:rsidRPr="00DE0EFC" w:rsidRDefault="00DE0EFC" w:rsidP="00DE0EFC"/>
          <w:p w:rsidR="000B289F" w:rsidRPr="00DE0EFC" w:rsidRDefault="000B289F" w:rsidP="00DE0EFC">
            <w:pPr>
              <w:spacing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EFC">
              <w:rPr>
                <w:rFonts w:ascii="Arial" w:hAnsi="Arial" w:cs="Arial"/>
                <w:b/>
                <w:sz w:val="40"/>
                <w:szCs w:val="40"/>
              </w:rPr>
              <w:t>Ervaringen met de eerstelijns verloskundige zorg</w:t>
            </w:r>
          </w:p>
          <w:p w:rsidR="00DE0EFC" w:rsidRPr="00DE0EFC" w:rsidRDefault="00DE0EFC" w:rsidP="00DE0EFC">
            <w:pPr>
              <w:spacing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74159" w:rsidRPr="00DE0EFC" w:rsidRDefault="00E2443A" w:rsidP="000B289F">
            <w:pPr>
              <w:spacing w:line="360" w:lineRule="auto"/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>
              <w:rPr>
                <w:rFonts w:ascii="Arial" w:hAnsi="Arial" w:cs="Arial"/>
                <w:i/>
                <w:sz w:val="32"/>
                <w:szCs w:val="32"/>
              </w:rPr>
              <w:t>Bestemd voor personen van 16</w:t>
            </w:r>
            <w:r w:rsidR="00374159" w:rsidRPr="00DE0EFC">
              <w:rPr>
                <w:rFonts w:ascii="Arial" w:hAnsi="Arial" w:cs="Arial"/>
                <w:i/>
                <w:sz w:val="32"/>
                <w:szCs w:val="32"/>
              </w:rPr>
              <w:t xml:space="preserve"> jaar en ouder die gebruik maken</w:t>
            </w:r>
            <w:r w:rsidR="000B289F" w:rsidRPr="00DE0EFC">
              <w:rPr>
                <w:rFonts w:ascii="Arial" w:hAnsi="Arial" w:cs="Arial"/>
                <w:i/>
                <w:sz w:val="32"/>
                <w:szCs w:val="32"/>
              </w:rPr>
              <w:t xml:space="preserve"> </w:t>
            </w:r>
            <w:r w:rsidR="00374159" w:rsidRPr="00DE0EFC">
              <w:rPr>
                <w:rFonts w:ascii="Arial" w:hAnsi="Arial" w:cs="Arial"/>
                <w:i/>
                <w:sz w:val="32"/>
                <w:szCs w:val="32"/>
              </w:rPr>
              <w:t xml:space="preserve">(of hebben gemaakt) van </w:t>
            </w:r>
            <w:r w:rsidR="000B289F" w:rsidRPr="00DE0EFC">
              <w:rPr>
                <w:rFonts w:ascii="Arial" w:hAnsi="Arial" w:cs="Arial"/>
                <w:i/>
                <w:sz w:val="32"/>
                <w:szCs w:val="32"/>
              </w:rPr>
              <w:t>eerstelijns verloskundige zorg</w:t>
            </w:r>
          </w:p>
          <w:p w:rsidR="000B289F" w:rsidRPr="00DE0EFC" w:rsidRDefault="000B289F" w:rsidP="000B28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289F" w:rsidRPr="00DE0EFC" w:rsidRDefault="000B289F" w:rsidP="000B28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289F" w:rsidRPr="00DE0EFC" w:rsidRDefault="000B289F" w:rsidP="000B289F">
            <w:pPr>
              <w:rPr>
                <w:sz w:val="32"/>
                <w:szCs w:val="32"/>
              </w:rPr>
            </w:pPr>
          </w:p>
          <w:p w:rsidR="000B289F" w:rsidRPr="00DE0EFC" w:rsidRDefault="000B289F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  <w:r w:rsidRPr="00DE0EFC">
              <w:rPr>
                <w:rFonts w:ascii="Arial" w:hAnsi="Arial"/>
                <w:b w:val="0"/>
                <w:bCs w:val="0"/>
              </w:rPr>
              <w:t xml:space="preserve">CQ-index Eerstelijns </w:t>
            </w:r>
            <w:r w:rsidRPr="001308B7">
              <w:rPr>
                <w:rFonts w:ascii="Arial" w:hAnsi="Arial"/>
                <w:b w:val="0"/>
                <w:bCs w:val="0"/>
              </w:rPr>
              <w:t xml:space="preserve">Verloskunde </w:t>
            </w:r>
            <w:r w:rsidR="004E1C50" w:rsidRPr="001308B7">
              <w:rPr>
                <w:rFonts w:ascii="Arial" w:hAnsi="Arial"/>
                <w:b w:val="0"/>
                <w:bCs w:val="0"/>
              </w:rPr>
              <w:t>(huisarts)</w:t>
            </w:r>
          </w:p>
          <w:p w:rsidR="00DE0EFC" w:rsidRPr="00DE0EFC" w:rsidRDefault="00DE0EFC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</w:p>
          <w:p w:rsidR="000B289F" w:rsidRPr="000B289F" w:rsidRDefault="000B289F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  <w:r w:rsidRPr="00DE0EFC">
              <w:rPr>
                <w:rFonts w:ascii="Arial" w:hAnsi="Arial"/>
                <w:b w:val="0"/>
                <w:bCs w:val="0"/>
              </w:rPr>
              <w:t>Ve</w:t>
            </w:r>
            <w:r w:rsidR="00E2443A">
              <w:rPr>
                <w:rFonts w:ascii="Arial" w:hAnsi="Arial"/>
                <w:b w:val="0"/>
                <w:bCs w:val="0"/>
              </w:rPr>
              <w:t>rsie 2.1</w:t>
            </w: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Pr="0024109D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DE0EFC" w:rsidRDefault="00DE0EFC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DE0EFC" w:rsidRDefault="00DE0EFC" w:rsidP="00DE0EFC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2"/>
              </w:rPr>
            </w:pPr>
            <w:r w:rsidRPr="0024109D">
              <w:rPr>
                <w:rFonts w:ascii="Arial" w:hAnsi="Arial" w:cs="Arial"/>
                <w:b/>
                <w:bCs/>
                <w:szCs w:val="22"/>
              </w:rPr>
              <w:t xml:space="preserve">Deze specifieke </w:t>
            </w:r>
            <w:r>
              <w:rPr>
                <w:rFonts w:ascii="Arial" w:hAnsi="Arial" w:cs="Arial"/>
                <w:b/>
                <w:bCs/>
                <w:szCs w:val="22"/>
              </w:rPr>
              <w:t>vragenlijst is gebaseerd op het Visiedocument “Verantwoorde Eerstelijns Verloskundige Zorg” en andere relevante bronnen</w:t>
            </w:r>
            <w:r w:rsidRPr="0024109D">
              <w:rPr>
                <w:rFonts w:ascii="Arial" w:hAnsi="Arial" w:cs="Arial"/>
                <w:b/>
                <w:bCs/>
                <w:szCs w:val="22"/>
              </w:rPr>
              <w:t xml:space="preserve">. De vragenlijst is ontwikkeld door 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het NIVEL in opdracht van Zichtbare Zorg. </w:t>
            </w:r>
          </w:p>
          <w:p w:rsidR="00DE0EFC" w:rsidRDefault="00DE0EFC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  <w:r w:rsidRPr="0024109D">
              <w:rPr>
                <w:rFonts w:ascii="Arial" w:hAnsi="Arial" w:cs="Arial"/>
                <w:szCs w:val="22"/>
              </w:rPr>
              <w:t>Het basisontwerp van de CQI meetinstrumenten is ontwikkeld door h</w:t>
            </w:r>
            <w:r>
              <w:rPr>
                <w:rFonts w:ascii="Arial" w:hAnsi="Arial" w:cs="Arial"/>
                <w:szCs w:val="22"/>
              </w:rPr>
              <w:t xml:space="preserve">et NIVEL </w:t>
            </w:r>
            <w:r w:rsidRPr="0024109D">
              <w:rPr>
                <w:rFonts w:ascii="Arial" w:hAnsi="Arial" w:cs="Arial"/>
                <w:szCs w:val="22"/>
              </w:rPr>
              <w:t>in samenwerking met de afdeling Sociale Geneeskunde van het AMC.</w:t>
            </w: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</w:tc>
      </w:tr>
    </w:tbl>
    <w:p w:rsidR="001B61F6" w:rsidRDefault="00F01D33" w:rsidP="001B61F6">
      <w:pPr>
        <w:spacing w:line="280" w:lineRule="atLeast"/>
        <w:rPr>
          <w:rFonts w:ascii="Arial" w:hAnsi="Arial"/>
          <w:sz w:val="24"/>
        </w:rPr>
      </w:pPr>
      <w:r>
        <w:rPr>
          <w:rFonts w:ascii="Arial" w:hAnsi="Arial"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2514600" cy="853440"/>
            <wp:effectExtent l="0" t="0" r="0" b="3810"/>
            <wp:wrapNone/>
            <wp:docPr id="5" name="Afbeelding 5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ck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9F">
        <w:rPr>
          <w:rFonts w:ascii="Arial" w:hAnsi="Arial"/>
          <w:sz w:val="24"/>
          <w:highlight w:val="yellow"/>
        </w:rPr>
        <w:br w:type="page"/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u w:val="single"/>
        </w:rPr>
      </w:pPr>
      <w:r w:rsidRPr="00E92174">
        <w:rPr>
          <w:rFonts w:ascii="Arial" w:hAnsi="Arial" w:cs="Arial"/>
          <w:b/>
          <w:sz w:val="24"/>
          <w:u w:val="single"/>
        </w:rPr>
        <w:t xml:space="preserve">INTRODUCTIE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0"/>
        </w:rPr>
      </w:pPr>
    </w:p>
    <w:p w:rsidR="00DE0EFC" w:rsidRPr="001308B7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1308B7">
        <w:rPr>
          <w:rFonts w:ascii="Arial" w:hAnsi="Arial" w:cs="Arial"/>
          <w:sz w:val="20"/>
        </w:rPr>
        <w:t>Deze vragenlijst gaat over uw ervaringen met eerstelijns verloskundige zorg</w:t>
      </w:r>
      <w:r w:rsidR="004E1C50" w:rsidRPr="001308B7">
        <w:rPr>
          <w:rFonts w:ascii="Arial" w:hAnsi="Arial" w:cs="Arial"/>
          <w:sz w:val="20"/>
        </w:rPr>
        <w:t xml:space="preserve"> d</w:t>
      </w:r>
      <w:r w:rsidR="002B2E49" w:rsidRPr="001308B7">
        <w:rPr>
          <w:rFonts w:ascii="Arial" w:hAnsi="Arial" w:cs="Arial"/>
          <w:sz w:val="20"/>
        </w:rPr>
        <w:t xml:space="preserve">ie u heeft ontvangen van uw </w:t>
      </w:r>
      <w:r w:rsidR="004E1C50" w:rsidRPr="001308B7">
        <w:rPr>
          <w:rFonts w:ascii="Arial" w:hAnsi="Arial" w:cs="Arial"/>
          <w:sz w:val="20"/>
        </w:rPr>
        <w:t>huisarts</w:t>
      </w:r>
      <w:r w:rsidRPr="001308B7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1308B7">
        <w:rPr>
          <w:rFonts w:ascii="Arial" w:hAnsi="Arial" w:cs="Arial"/>
          <w:bCs/>
          <w:iCs/>
          <w:sz w:val="20"/>
        </w:rPr>
        <w:t xml:space="preserve">Het invullen van deze vragenlijst duurt ongeveer </w:t>
      </w:r>
      <w:r w:rsidR="003052D8" w:rsidRPr="001308B7">
        <w:rPr>
          <w:rFonts w:ascii="Arial" w:hAnsi="Arial" w:cs="Arial"/>
          <w:bCs/>
          <w:iCs/>
          <w:sz w:val="20"/>
        </w:rPr>
        <w:t>20-30</w:t>
      </w:r>
      <w:r w:rsidRPr="001308B7">
        <w:rPr>
          <w:rFonts w:ascii="Arial" w:hAnsi="Arial" w:cs="Arial"/>
          <w:bCs/>
          <w:iCs/>
          <w:sz w:val="20"/>
        </w:rPr>
        <w:t xml:space="preserve"> minuten.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vragenlijst wordt </w:t>
      </w:r>
      <w:r w:rsidRPr="00E92174">
        <w:rPr>
          <w:rFonts w:ascii="Arial" w:hAnsi="Arial" w:cs="Arial"/>
          <w:sz w:val="20"/>
          <w:u w:val="single"/>
        </w:rPr>
        <w:t>anoniem</w:t>
      </w:r>
      <w:r w:rsidRPr="00E92174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3052D8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Deelname aan dit onderzoek is geheel vrijwillig</w:t>
      </w:r>
      <w:r w:rsidRPr="00E92174">
        <w:rPr>
          <w:rFonts w:ascii="Arial" w:hAnsi="Arial" w:cs="Arial"/>
          <w:i/>
          <w:sz w:val="20"/>
        </w:rPr>
        <w:t xml:space="preserve">. </w:t>
      </w:r>
      <w:r w:rsidRPr="00E92174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E92174">
        <w:rPr>
          <w:rFonts w:ascii="Arial" w:hAnsi="Arial" w:cs="Arial"/>
          <w:sz w:val="20"/>
          <w:u w:val="single"/>
        </w:rPr>
        <w:t>niet</w:t>
      </w:r>
      <w:r w:rsidRPr="00E92174">
        <w:rPr>
          <w:rFonts w:ascii="Arial" w:hAnsi="Arial" w:cs="Arial"/>
          <w:sz w:val="20"/>
        </w:rPr>
        <w:t xml:space="preserve"> wilt meedoen aan dit onderzoek, zet dan een kruisje in dit vakje </w:t>
      </w:r>
      <w:r w:rsidRPr="005B619F">
        <w:rPr>
          <w:rFonts w:ascii="Arial" w:hAnsi="Arial" w:cs="Arial"/>
          <w:sz w:val="28"/>
          <w:szCs w:val="28"/>
        </w:rPr>
        <w:sym w:font="Wingdings" w:char="F0A8"/>
      </w:r>
      <w:r w:rsidRPr="00E92174">
        <w:rPr>
          <w:rFonts w:ascii="Arial" w:hAnsi="Arial" w:cs="Arial"/>
          <w:sz w:val="20"/>
        </w:rPr>
        <w:t>.</w:t>
      </w:r>
      <w:r w:rsidR="003052D8">
        <w:rPr>
          <w:rFonts w:ascii="Arial" w:hAnsi="Arial" w:cs="Arial"/>
          <w:sz w:val="20"/>
        </w:rPr>
        <w:t xml:space="preserve">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E92174">
        <w:rPr>
          <w:rFonts w:ascii="Arial" w:hAnsi="Arial" w:cs="Arial"/>
          <w:sz w:val="20"/>
        </w:rPr>
        <w:t xml:space="preserve">Stuur daarna deze bladzijde terug in de antwoordenvelop.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Of u kunt een email sturen naar: XXXX</w:t>
      </w:r>
    </w:p>
    <w:p w:rsidR="005E4BF8" w:rsidRPr="00E2443A" w:rsidRDefault="005E4BF8" w:rsidP="005E4BF8">
      <w:pPr>
        <w:rPr>
          <w:b/>
          <w:sz w:val="24"/>
          <w:highlight w:val="yellow"/>
        </w:rPr>
      </w:pPr>
    </w:p>
    <w:p w:rsidR="003052D8" w:rsidRPr="00E92174" w:rsidRDefault="003052D8" w:rsidP="003052D8">
      <w:pPr>
        <w:spacing w:line="280" w:lineRule="atLeast"/>
        <w:rPr>
          <w:rFonts w:ascii="Arial" w:hAnsi="Arial" w:cs="Arial"/>
          <w:b/>
          <w:sz w:val="24"/>
          <w:u w:val="single"/>
        </w:rPr>
      </w:pPr>
      <w:r w:rsidRPr="00E92174">
        <w:rPr>
          <w:rFonts w:ascii="Arial" w:hAnsi="Arial" w:cs="Arial"/>
          <w:b/>
          <w:sz w:val="24"/>
          <w:u w:val="single"/>
        </w:rPr>
        <w:t>INVULINSTRUCTIE</w:t>
      </w:r>
    </w:p>
    <w:p w:rsidR="003052D8" w:rsidRPr="00E92174" w:rsidRDefault="003052D8" w:rsidP="003052D8">
      <w:pPr>
        <w:spacing w:line="280" w:lineRule="atLeast"/>
        <w:rPr>
          <w:rFonts w:ascii="Arial" w:hAnsi="Arial" w:cs="Arial"/>
          <w:b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Het is belangrijk dat de vragen </w:t>
      </w:r>
      <w:r w:rsidRPr="00E92174">
        <w:rPr>
          <w:rFonts w:ascii="Arial" w:hAnsi="Arial" w:cs="Arial"/>
          <w:sz w:val="20"/>
          <w:u w:val="single"/>
        </w:rPr>
        <w:t>alleen</w:t>
      </w:r>
      <w:r w:rsidRPr="00E92174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E92174">
        <w:rPr>
          <w:rFonts w:ascii="Arial" w:hAnsi="Arial" w:cs="Arial"/>
          <w:sz w:val="20"/>
          <w:u w:val="single"/>
        </w:rPr>
        <w:t>niet</w:t>
      </w:r>
      <w:r w:rsidRPr="00E92174">
        <w:rPr>
          <w:rFonts w:ascii="Arial" w:hAnsi="Arial" w:cs="Arial"/>
          <w:i/>
          <w:sz w:val="20"/>
        </w:rPr>
        <w:t xml:space="preserve"> </w:t>
      </w:r>
      <w:r w:rsidRPr="00E92174">
        <w:rPr>
          <w:rFonts w:ascii="Arial" w:hAnsi="Arial" w:cs="Arial"/>
          <w:sz w:val="20"/>
        </w:rPr>
        <w:t>de bedoeling om de vragenlijst aan iemand anders door te geven.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meeste vragen kunt u beantwoorden door een kruisje te zetten </w:t>
      </w:r>
      <w:r w:rsidRPr="00E92174">
        <w:rPr>
          <w:rFonts w:ascii="Arial" w:hAnsi="Arial" w:cs="Arial"/>
          <w:bCs/>
          <w:iCs/>
          <w:sz w:val="20"/>
        </w:rPr>
        <w:t>in het vakje van uw keuze</w:t>
      </w:r>
      <w:r w:rsidRPr="00E92174">
        <w:rPr>
          <w:rFonts w:ascii="Arial" w:hAnsi="Arial" w:cs="Arial"/>
          <w:sz w:val="20"/>
        </w:rPr>
        <w:t>. Kruisjes die buiten de vakjes staan worden door de computer niet gezien.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zijn meerdere antwoorden mogelijk.</w:t>
      </w:r>
      <w:r w:rsidR="000A3279">
        <w:rPr>
          <w:rFonts w:ascii="Arial" w:hAnsi="Arial" w:cs="Arial"/>
          <w:sz w:val="20"/>
        </w:rPr>
        <w:t xml:space="preserve"> </w:t>
      </w:r>
      <w:r w:rsidRPr="00E92174">
        <w:rPr>
          <w:rFonts w:ascii="Arial" w:hAnsi="Arial" w:cs="Arial"/>
          <w:sz w:val="20"/>
        </w:rPr>
        <w:t xml:space="preserve">Bij deze vragen staat aangegeven dat u </w:t>
      </w:r>
      <w:r w:rsidR="000A3279">
        <w:rPr>
          <w:rFonts w:ascii="Arial" w:hAnsi="Arial" w:cs="Arial"/>
          <w:sz w:val="20"/>
        </w:rPr>
        <w:t>meerdere vakjes kunt aankruisen.</w:t>
      </w:r>
    </w:p>
    <w:p w:rsidR="000A3279" w:rsidRPr="00E92174" w:rsidRDefault="000A3279" w:rsidP="000A3279">
      <w:pPr>
        <w:widowControl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0A3279" w:rsidRPr="00E92174" w:rsidRDefault="000A3279" w:rsidP="000A3279">
      <w:pPr>
        <w:widowControl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i/>
          <w:sz w:val="20"/>
        </w:rPr>
      </w:pPr>
      <w:r w:rsidRPr="009C530F">
        <w:rPr>
          <w:rFonts w:ascii="Arial" w:hAnsi="Arial" w:cs="Arial"/>
          <w:sz w:val="20"/>
        </w:rPr>
        <w:t xml:space="preserve">Wanneer u een situatie of een bepaald aspect van de zorg niet heeft meegemaakt, dan kunt u de vraag beantwoorden met </w:t>
      </w:r>
      <w:r w:rsidRPr="009C530F">
        <w:rPr>
          <w:rFonts w:ascii="Arial" w:hAnsi="Arial" w:cs="Arial"/>
          <w:i/>
          <w:sz w:val="20"/>
        </w:rPr>
        <w:t>‘niet van toepassing’</w:t>
      </w:r>
      <w:r>
        <w:rPr>
          <w:rFonts w:ascii="Arial" w:hAnsi="Arial" w:cs="Arial"/>
          <w:i/>
          <w:sz w:val="20"/>
        </w:rPr>
        <w:t xml:space="preserve">. 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i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</w:p>
    <w:p w:rsidR="003052D8" w:rsidRPr="00E92174" w:rsidRDefault="003052D8" w:rsidP="000A3279">
      <w:pPr>
        <w:tabs>
          <w:tab w:val="left" w:pos="994"/>
        </w:tabs>
        <w:spacing w:after="120"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 xml:space="preserve">Nee </w:t>
      </w:r>
      <w:r w:rsidRPr="00E92174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E92174">
        <w:rPr>
          <w:rFonts w:ascii="Arial" w:hAnsi="Arial" w:cs="Arial"/>
          <w:b/>
          <w:sz w:val="20"/>
        </w:rPr>
        <w:t xml:space="preserve"> </w:t>
      </w:r>
      <w:r w:rsidRPr="00E92174">
        <w:rPr>
          <w:rFonts w:ascii="Arial" w:hAnsi="Arial" w:cs="Arial"/>
          <w:b/>
          <w:i/>
          <w:sz w:val="20"/>
        </w:rPr>
        <w:t xml:space="preserve">Ga door naar vraag 3 </w:t>
      </w:r>
    </w:p>
    <w:p w:rsidR="003052D8" w:rsidRDefault="003052D8" w:rsidP="000A3279">
      <w:pPr>
        <w:spacing w:line="240" w:lineRule="auto"/>
        <w:ind w:left="708" w:firstLine="708"/>
        <w:rPr>
          <w:rFonts w:ascii="Arial" w:hAnsi="Arial" w:cs="Arial"/>
          <w:sz w:val="20"/>
        </w:rPr>
      </w:pPr>
      <w:r w:rsidRPr="00E92174">
        <w:rPr>
          <w:rFonts w:ascii="Arial" w:eastAsia="Arial Unicode MS" w:hAnsi="Arial" w:cs="Arial"/>
          <w:sz w:val="20"/>
        </w:rPr>
        <w:sym w:font="Wingdings" w:char="F06F"/>
      </w:r>
      <w:r w:rsidRPr="00E92174">
        <w:rPr>
          <w:rFonts w:ascii="Arial" w:hAnsi="Arial" w:cs="Arial"/>
          <w:sz w:val="20"/>
        </w:rPr>
        <w:tab/>
        <w:t>Ja</w:t>
      </w:r>
    </w:p>
    <w:p w:rsidR="000A3279" w:rsidRPr="00E92174" w:rsidRDefault="000A3279" w:rsidP="000A3279">
      <w:pPr>
        <w:spacing w:line="240" w:lineRule="auto"/>
        <w:ind w:left="708" w:firstLine="708"/>
        <w:rPr>
          <w:rFonts w:ascii="Arial" w:hAnsi="Arial" w:cs="Arial"/>
          <w:b/>
          <w:sz w:val="20"/>
        </w:rPr>
      </w:pPr>
    </w:p>
    <w:p w:rsidR="003052D8" w:rsidRPr="00E92174" w:rsidRDefault="003052D8" w:rsidP="000A3279">
      <w:pPr>
        <w:widowControl/>
        <w:numPr>
          <w:ilvl w:val="0"/>
          <w:numId w:val="7"/>
        </w:num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3052D8" w:rsidRPr="00E92174" w:rsidRDefault="003052D8" w:rsidP="000A3279">
      <w:p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>Nee</w:t>
      </w:r>
    </w:p>
    <w:p w:rsidR="003052D8" w:rsidRDefault="003052D8" w:rsidP="000A3279">
      <w:p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                   </w:t>
      </w:r>
      <w:r>
        <w:rPr>
          <w:rFonts w:ascii="Arial" w:hAnsi="Arial" w:cs="Arial"/>
          <w:sz w:val="20"/>
        </w:rPr>
        <w:t xml:space="preserve">  </w:t>
      </w:r>
      <w:r w:rsidRPr="00E92174">
        <w:rPr>
          <w:rFonts w:ascii="Arial" w:hAnsi="Arial" w:cs="Arial"/>
          <w:sz w:val="20"/>
        </w:rPr>
        <w:t xml:space="preserve">   (</w:t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>)</w:t>
      </w:r>
      <w:r w:rsidRPr="00E92174">
        <w:rPr>
          <w:rFonts w:ascii="Arial" w:hAnsi="Arial" w:cs="Arial"/>
          <w:sz w:val="20"/>
        </w:rPr>
        <w:tab/>
        <w:t>Ja</w:t>
      </w:r>
    </w:p>
    <w:p w:rsidR="003052D8" w:rsidRDefault="003052D8" w:rsidP="000A3279">
      <w:pPr>
        <w:spacing w:line="240" w:lineRule="auto"/>
        <w:ind w:left="360"/>
        <w:rPr>
          <w:rFonts w:ascii="Arial" w:hAnsi="Arial" w:cs="Arial"/>
          <w:sz w:val="20"/>
        </w:rPr>
      </w:pPr>
    </w:p>
    <w:p w:rsidR="001308B7" w:rsidRDefault="003052D8" w:rsidP="000A3279">
      <w:pPr>
        <w:numPr>
          <w:ilvl w:val="0"/>
          <w:numId w:val="7"/>
        </w:numPr>
        <w:spacing w:line="240" w:lineRule="auto"/>
        <w:rPr>
          <w:rFonts w:ascii="Arial" w:hAnsi="Arial" w:cs="Arial"/>
          <w:sz w:val="20"/>
        </w:rPr>
      </w:pPr>
      <w:r w:rsidRPr="003052D8">
        <w:rPr>
          <w:rFonts w:ascii="Arial" w:hAnsi="Arial" w:cs="Arial"/>
          <w:sz w:val="20"/>
        </w:rPr>
        <w:t xml:space="preserve">Heeft u zorg ontvangen van twee </w:t>
      </w:r>
      <w:r w:rsidRPr="001308B7">
        <w:rPr>
          <w:rFonts w:ascii="Arial" w:hAnsi="Arial" w:cs="Arial"/>
          <w:sz w:val="20"/>
        </w:rPr>
        <w:t xml:space="preserve">of meer </w:t>
      </w:r>
      <w:r w:rsidR="004E1C50" w:rsidRPr="001308B7">
        <w:rPr>
          <w:rFonts w:ascii="Arial" w:hAnsi="Arial" w:cs="Arial"/>
          <w:sz w:val="20"/>
        </w:rPr>
        <w:t>huisartsen</w:t>
      </w:r>
      <w:r w:rsidRPr="001308B7">
        <w:rPr>
          <w:rFonts w:ascii="Arial" w:hAnsi="Arial" w:cs="Arial"/>
          <w:sz w:val="20"/>
        </w:rPr>
        <w:t xml:space="preserve">? Beantwoord de vragen dan voor de </w:t>
      </w:r>
      <w:r w:rsidR="002B2E49" w:rsidRPr="001308B7">
        <w:rPr>
          <w:rFonts w:ascii="Arial" w:hAnsi="Arial" w:cs="Arial"/>
          <w:sz w:val="20"/>
        </w:rPr>
        <w:t xml:space="preserve">zorgverlener </w:t>
      </w:r>
      <w:r w:rsidRPr="001308B7">
        <w:rPr>
          <w:rFonts w:ascii="Arial" w:hAnsi="Arial" w:cs="Arial"/>
          <w:sz w:val="20"/>
        </w:rPr>
        <w:t>met wie u het meest te maken heeft gehad.</w:t>
      </w:r>
    </w:p>
    <w:p w:rsidR="005E4BF8" w:rsidRPr="00BD79DF" w:rsidRDefault="001308B7" w:rsidP="001308B7">
      <w:pPr>
        <w:spacing w:line="240" w:lineRule="auto"/>
        <w:ind w:left="360"/>
        <w:rPr>
          <w:rFonts w:ascii="Arial" w:hAnsi="Arial"/>
          <w:b/>
          <w:sz w:val="24"/>
        </w:rPr>
        <w:sectPr w:rsidR="005E4BF8" w:rsidRPr="00BD79DF" w:rsidSect="001B61F6">
          <w:footerReference w:type="even" r:id="rId15"/>
          <w:footerReference w:type="default" r:id="rId16"/>
          <w:pgSz w:w="11906" w:h="16838" w:code="9"/>
          <w:pgMar w:top="1418" w:right="1418" w:bottom="360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20"/>
        </w:rPr>
        <w:br w:type="page"/>
      </w: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VOORAF</w:t>
      </w:r>
    </w:p>
    <w:p w:rsidR="005E4BF8" w:rsidRPr="00BD79DF" w:rsidRDefault="005E4BF8" w:rsidP="005E4BF8">
      <w:pPr>
        <w:pStyle w:val="Default"/>
        <w:ind w:left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 xml:space="preserve"> </w:t>
      </w:r>
    </w:p>
    <w:p w:rsidR="005E4BF8" w:rsidRPr="00DB4BF6" w:rsidRDefault="001B61F6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>
        <w:rPr>
          <w:b/>
          <w:iCs/>
          <w:szCs w:val="22"/>
        </w:rPr>
        <w:t xml:space="preserve">Bent u in de afgelopen 8 maanden bevallen en heeft u </w:t>
      </w:r>
      <w:r w:rsidR="005E4BF8" w:rsidRPr="00DB4BF6">
        <w:rPr>
          <w:b/>
          <w:szCs w:val="22"/>
        </w:rPr>
        <w:t>verloskundige zorg gehad?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rPr>
          <w:i/>
          <w:szCs w:val="22"/>
        </w:rPr>
      </w:pPr>
    </w:p>
    <w:p w:rsidR="005E4BF8" w:rsidRPr="00BD79DF" w:rsidRDefault="005E4BF8" w:rsidP="005E4BF8">
      <w:pPr>
        <w:rPr>
          <w:i/>
          <w:szCs w:val="22"/>
        </w:rPr>
      </w:pPr>
      <w:r w:rsidRPr="00BD79DF">
        <w:rPr>
          <w:i/>
          <w:szCs w:val="22"/>
        </w:rPr>
        <w:t>Heeft u op bovenstaande vraag ‘nee’ geantwoord, dan is deze vragenlijst niet voor u bedoeld.</w:t>
      </w:r>
      <w:r>
        <w:rPr>
          <w:i/>
          <w:szCs w:val="22"/>
        </w:rPr>
        <w:t xml:space="preserve"> Wilt u de vragenlijst a.u.b.</w:t>
      </w:r>
      <w:r w:rsidRPr="00BD79DF">
        <w:rPr>
          <w:i/>
          <w:szCs w:val="22"/>
        </w:rPr>
        <w:t xml:space="preserve"> terugsturen in bijgeleverde antwoordenvelop</w:t>
      </w:r>
      <w:r>
        <w:rPr>
          <w:i/>
          <w:szCs w:val="22"/>
        </w:rPr>
        <w:t>? Hartelijk dank.</w:t>
      </w:r>
      <w:r w:rsidRPr="00BD79DF">
        <w:rPr>
          <w:i/>
          <w:szCs w:val="22"/>
        </w:rPr>
        <w:t xml:space="preserve"> </w:t>
      </w:r>
    </w:p>
    <w:p w:rsidR="005E4BF8" w:rsidRPr="00BD79DF" w:rsidRDefault="005E4BF8" w:rsidP="005E4BF8">
      <w:pPr>
        <w:rPr>
          <w:i/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dit uw eerste zwangerschap?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spacing w:line="280" w:lineRule="atLeast"/>
        <w:ind w:left="56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Bent u tijdens de zwangerschap onder begeleiding geweest van een verloskundige of huisarts? </w:t>
      </w:r>
    </w:p>
    <w:p w:rsid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Verloskundige</w:t>
      </w:r>
      <w:r w:rsidRPr="00E55893">
        <w:rPr>
          <w:szCs w:val="22"/>
        </w:rPr>
        <w:t xml:space="preserve">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H</w:t>
      </w:r>
      <w:r w:rsidRPr="00BD79DF">
        <w:rPr>
          <w:szCs w:val="22"/>
        </w:rPr>
        <w:t>uisarts</w:t>
      </w:r>
      <w:r w:rsidRPr="00E55893">
        <w:rPr>
          <w:szCs w:val="22"/>
        </w:rPr>
        <w:t xml:space="preserve"> </w:t>
      </w:r>
    </w:p>
    <w:p w:rsidR="005E4BF8" w:rsidRPr="00E55893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van beide</w:t>
      </w:r>
      <w:r>
        <w:rPr>
          <w:szCs w:val="22"/>
        </w:rPr>
        <w:t>, ik heb alleen in het kraambed begeleiding gehad van een verloskundige of huisarts</w:t>
      </w:r>
      <w:r w:rsidRPr="00BD79DF">
        <w:rPr>
          <w:szCs w:val="22"/>
        </w:rPr>
        <w:t xml:space="preserve"> </w:t>
      </w:r>
      <w:r w:rsidRPr="00E55893">
        <w:rPr>
          <w:b/>
          <w:sz w:val="24"/>
        </w:rPr>
        <w:sym w:font="Wingdings" w:char="F0E8"/>
      </w:r>
      <w:r w:rsidRPr="00E55893">
        <w:rPr>
          <w:b/>
          <w:sz w:val="24"/>
        </w:rPr>
        <w:t xml:space="preserve"> </w:t>
      </w:r>
      <w:r>
        <w:rPr>
          <w:szCs w:val="22"/>
        </w:rPr>
        <w:t>naar vraag 6</w:t>
      </w:r>
      <w:r w:rsidR="0064637A">
        <w:rPr>
          <w:szCs w:val="22"/>
        </w:rPr>
        <w:t>3</w:t>
      </w:r>
      <w:r w:rsidRPr="00E55893">
        <w:rPr>
          <w:szCs w:val="22"/>
        </w:rPr>
        <w:t xml:space="preserve"> </w:t>
      </w:r>
    </w:p>
    <w:p w:rsidR="005E4BF8" w:rsidRDefault="005E4BF8" w:rsidP="005E4BF8">
      <w:pPr>
        <w:spacing w:line="280" w:lineRule="atLeast"/>
        <w:rPr>
          <w:i/>
          <w:szCs w:val="22"/>
        </w:rPr>
      </w:pPr>
    </w:p>
    <w:p w:rsidR="005E4BF8" w:rsidRPr="00BD79DF" w:rsidRDefault="005E4BF8" w:rsidP="005E4BF8">
      <w:pPr>
        <w:spacing w:line="280" w:lineRule="atLeast"/>
        <w:rPr>
          <w:i/>
          <w:szCs w:val="22"/>
        </w:rPr>
      </w:pPr>
      <w:r w:rsidRPr="00BD79DF">
        <w:rPr>
          <w:i/>
          <w:szCs w:val="22"/>
        </w:rPr>
        <w:t>Bent u niet bij een huisarts in zorg geweest</w:t>
      </w:r>
      <w:r>
        <w:rPr>
          <w:i/>
          <w:szCs w:val="22"/>
        </w:rPr>
        <w:t xml:space="preserve"> voor de begeleiding van uw zwangerschap of kraambed</w:t>
      </w:r>
      <w:r w:rsidRPr="00BD79DF">
        <w:rPr>
          <w:i/>
          <w:szCs w:val="22"/>
        </w:rPr>
        <w:t>, dan is deze v</w:t>
      </w:r>
      <w:r>
        <w:rPr>
          <w:i/>
          <w:szCs w:val="22"/>
        </w:rPr>
        <w:t>ragenlijst niet voor u bedoeld. Wilt u de vragenlijst a.u.b.</w:t>
      </w:r>
      <w:r w:rsidRPr="00BD79DF">
        <w:rPr>
          <w:i/>
          <w:szCs w:val="22"/>
        </w:rPr>
        <w:t xml:space="preserve"> terugsturen in bijgeleverde antwoordenvelop</w:t>
      </w:r>
      <w:r>
        <w:rPr>
          <w:i/>
          <w:szCs w:val="22"/>
        </w:rPr>
        <w:t>? Hartelijk dank.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Had u tijdens uw zwangerschap, bevalling en het kraambed steeds dezelfde </w:t>
      </w:r>
      <w:r w:rsidR="004E1C50" w:rsidRPr="001308B7">
        <w:rPr>
          <w:b/>
          <w:color w:val="auto"/>
          <w:sz w:val="22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Ja </w:t>
      </w:r>
      <w:r w:rsidRPr="001308B7">
        <w:rPr>
          <w:b/>
          <w:sz w:val="24"/>
        </w:rPr>
        <w:sym w:font="Wingdings" w:char="F0E8"/>
      </w:r>
      <w:r w:rsidRPr="001308B7">
        <w:rPr>
          <w:b/>
          <w:sz w:val="24"/>
        </w:rPr>
        <w:t xml:space="preserve"> </w:t>
      </w:r>
      <w:r w:rsidRPr="001308B7">
        <w:rPr>
          <w:szCs w:val="22"/>
        </w:rPr>
        <w:t>ga naar vraag 7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In hoeverre was het een probleem dat u tijdens uw zwangerschap, bevalling en het kraambed met meerdere </w:t>
      </w:r>
      <w:r w:rsidR="004E1C50" w:rsidRPr="001308B7">
        <w:rPr>
          <w:b/>
          <w:color w:val="auto"/>
          <w:sz w:val="22"/>
          <w:szCs w:val="22"/>
        </w:rPr>
        <w:t>huisartsen</w:t>
      </w:r>
      <w:r w:rsidRPr="001308B7">
        <w:rPr>
          <w:b/>
          <w:color w:val="auto"/>
          <w:sz w:val="22"/>
          <w:szCs w:val="22"/>
        </w:rPr>
        <w:t xml:space="preserve"> te maken hebt gehad?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Geen probleem</w:t>
      </w:r>
    </w:p>
    <w:p w:rsidR="005E4BF8" w:rsidRPr="001308B7" w:rsidRDefault="005E4BF8" w:rsidP="005E4BF8">
      <w:pPr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zorg die u van de </w:t>
      </w:r>
      <w:r w:rsidR="004E1C50" w:rsidRPr="001308B7">
        <w:rPr>
          <w:b/>
          <w:szCs w:val="22"/>
        </w:rPr>
        <w:t>huisartsen</w:t>
      </w:r>
      <w:r w:rsidRPr="001308B7">
        <w:rPr>
          <w:b/>
          <w:szCs w:val="22"/>
        </w:rPr>
        <w:t xml:space="preserve"> kreeg op elkaar afgestemd?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Had u in de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>praktijk een vast aanspreekpunt in de vorm van een case-manager?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360" w:hanging="36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VOORLICHTING EN BEGELEIDING TIJDENS DE ZWANGERSCHAP</w:t>
      </w:r>
    </w:p>
    <w:p w:rsidR="005E4BF8" w:rsidRDefault="005E4BF8" w:rsidP="005E4BF8">
      <w:pPr>
        <w:pStyle w:val="Default"/>
        <w:rPr>
          <w:sz w:val="22"/>
          <w:szCs w:val="22"/>
        </w:rPr>
      </w:pPr>
    </w:p>
    <w:p w:rsidR="005E4BF8" w:rsidRPr="00BD79DF" w:rsidRDefault="005E4BF8" w:rsidP="005E4BF8">
      <w:pPr>
        <w:pStyle w:val="Default"/>
        <w:rPr>
          <w:sz w:val="22"/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Bent u tijdens de zwangerschap door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voorgelicht over de mogelijkheid tot een onderzoek naar het syndroom van Down?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b/>
          <w:sz w:val="24"/>
        </w:rPr>
        <w:t xml:space="preserve"> </w:t>
      </w:r>
      <w:r w:rsidRPr="001308B7">
        <w:rPr>
          <w:szCs w:val="22"/>
        </w:rPr>
        <w:t>ga naar vraag 12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voorlichting en uitleg over het onderzoek naar het syndroom van Down begrijpelijk? </w:t>
      </w:r>
      <w:r w:rsidRPr="001308B7">
        <w:rPr>
          <w:b/>
          <w:szCs w:val="22"/>
        </w:rPr>
        <w:tab/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helemaal niet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Een beetje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Grotendeels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helemaal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met u besproken wat de uitslag van een onderzoek naar het syndroom van Down kan betekenen?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begeleiding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met betrekking tot een onderzoek naar het syndroom van Down voldoende om een overwogen keuze te maken?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Bent u tijdens de zwangerschap door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voorgelicht over de mogelijkheid tot een structureel echoscopisch onderzoek (SEO) naar aangeboren afwijkingen, de zogenaamde 20-weken echo?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b/>
          <w:sz w:val="24"/>
        </w:rPr>
        <w:t xml:space="preserve"> </w:t>
      </w:r>
      <w:r w:rsidRPr="001308B7">
        <w:rPr>
          <w:szCs w:val="22"/>
        </w:rPr>
        <w:t>ga naar vraag 16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voorlichting en uitleg over de 20-weken echo begrijpelijk? </w:t>
      </w:r>
      <w:r w:rsidRPr="001308B7">
        <w:rPr>
          <w:b/>
          <w:szCs w:val="22"/>
        </w:rPr>
        <w:tab/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lastRenderedPageBreak/>
        <w:t>Nee, helemaal niet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Een beetje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Grotendeels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helemaal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iCs/>
          <w:szCs w:val="22"/>
        </w:rPr>
        <w:t xml:space="preserve">Heeft </w:t>
      </w:r>
      <w:r w:rsidRPr="001308B7">
        <w:rPr>
          <w:b/>
          <w:szCs w:val="22"/>
        </w:rPr>
        <w:t>uw</w:t>
      </w:r>
      <w:r w:rsidRPr="001308B7">
        <w:rPr>
          <w:b/>
          <w:iCs/>
          <w:szCs w:val="22"/>
        </w:rPr>
        <w:t xml:space="preserve"> </w:t>
      </w:r>
      <w:r w:rsidR="004E1C50" w:rsidRPr="001308B7">
        <w:rPr>
          <w:b/>
          <w:szCs w:val="22"/>
        </w:rPr>
        <w:t>huisarts</w:t>
      </w:r>
      <w:r w:rsidRPr="001308B7">
        <w:rPr>
          <w:b/>
          <w:iCs/>
          <w:szCs w:val="22"/>
        </w:rPr>
        <w:t xml:space="preserve"> met u besproken wat de uitslag van de </w:t>
      </w:r>
      <w:r w:rsidRPr="001308B7">
        <w:rPr>
          <w:b/>
          <w:szCs w:val="22"/>
        </w:rPr>
        <w:t>20-weken echo</w:t>
      </w:r>
      <w:r w:rsidRPr="001308B7">
        <w:rPr>
          <w:b/>
          <w:iCs/>
          <w:szCs w:val="22"/>
        </w:rPr>
        <w:t xml:space="preserve"> kan betekenen?</w:t>
      </w:r>
      <w:r w:rsidRPr="001308B7">
        <w:rPr>
          <w:b/>
          <w:szCs w:val="22"/>
        </w:rPr>
        <w:t xml:space="preserve">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begeleiding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met betrekking tot de 20-weken echo voldoende om een overwogen keuze te maken?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tijdens de zwangerschap voorlichting en uitleg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gekregen over de plaats van de bevalling (thuis, in het ziekenhuis, in een geboortecentrum of bevalhotel)?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tijdens de zwangerschap voorlichting en uitleg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gekregen over stoppen met roken?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tijdens de zwangerschap begeleiding gekregen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bij het stoppen met roken?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tijdens de zwangerschap voorlichting en uitleg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gekregen over borstvoeding geven?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iCs/>
          <w:szCs w:val="22"/>
        </w:rPr>
      </w:pPr>
    </w:p>
    <w:p w:rsidR="005E4BF8" w:rsidRPr="001308B7" w:rsidRDefault="005E4BF8" w:rsidP="005E4BF8">
      <w:pPr>
        <w:rPr>
          <w:iCs/>
          <w:szCs w:val="22"/>
        </w:rPr>
      </w:pPr>
    </w:p>
    <w:p w:rsidR="004E1C50" w:rsidRPr="001308B7" w:rsidRDefault="004E1C50" w:rsidP="005E4BF8">
      <w:pPr>
        <w:rPr>
          <w:iCs/>
          <w:szCs w:val="22"/>
        </w:rPr>
      </w:pPr>
    </w:p>
    <w:p w:rsidR="005E4BF8" w:rsidRPr="001308B7" w:rsidRDefault="005E4BF8" w:rsidP="005E4BF8">
      <w:pPr>
        <w:rPr>
          <w:iCs/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iCs/>
          <w:szCs w:val="22"/>
        </w:rPr>
      </w:pPr>
      <w:r w:rsidRPr="001308B7">
        <w:rPr>
          <w:b/>
          <w:szCs w:val="22"/>
        </w:rPr>
        <w:t xml:space="preserve">Heeft u tijdens de zwangerschap voorlichting en uitleg van uw </w:t>
      </w:r>
      <w:r w:rsidR="004E1C50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</w:t>
      </w:r>
      <w:r w:rsidRPr="001308B7">
        <w:rPr>
          <w:b/>
          <w:szCs w:val="22"/>
        </w:rPr>
        <w:t xml:space="preserve">gekregen over wat u moest doen op het moment dat de bevalling zich aankondigde?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Heeft u tijdens de zwangerschap </w:t>
      </w:r>
      <w:r w:rsidRPr="001308B7">
        <w:rPr>
          <w:b/>
          <w:color w:val="auto"/>
          <w:szCs w:val="22"/>
        </w:rPr>
        <w:t xml:space="preserve">voorlichting en uitleg van </w:t>
      </w:r>
      <w:r w:rsidRPr="001308B7">
        <w:rPr>
          <w:b/>
          <w:color w:val="auto"/>
          <w:sz w:val="22"/>
          <w:szCs w:val="22"/>
        </w:rPr>
        <w:t>uw</w:t>
      </w:r>
      <w:r w:rsidRPr="001308B7">
        <w:rPr>
          <w:b/>
          <w:color w:val="auto"/>
          <w:szCs w:val="22"/>
        </w:rPr>
        <w:t xml:space="preserve">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 xml:space="preserve">gekregen over de kans op doorverwijzing naar de gynaecoloog in het ziekenhuis?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Heeft u voorlichting of advies gekregen van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over het omgaan met pijn tijdens de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pStyle w:val="Default"/>
        <w:ind w:left="360" w:hanging="360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Heeft u schriftelijke informatie gekregen van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over de zwangerschap, bevalling en kraamperiode?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b/>
          <w:sz w:val="24"/>
        </w:rPr>
        <w:t xml:space="preserve"> </w:t>
      </w:r>
      <w:r w:rsidRPr="001308B7">
        <w:rPr>
          <w:szCs w:val="22"/>
        </w:rPr>
        <w:t>ga naar vraag 25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Was de schriftelijke informatie begrijpelijk? </w:t>
      </w:r>
    </w:p>
    <w:p w:rsidR="005E4BF8" w:rsidRPr="001308B7" w:rsidRDefault="00544272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Nee, helemaal niet</w:t>
      </w:r>
    </w:p>
    <w:p w:rsidR="005E4BF8" w:rsidRPr="001308B7" w:rsidRDefault="00544272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Een beetje</w:t>
      </w:r>
    </w:p>
    <w:p w:rsidR="005E4BF8" w:rsidRPr="001308B7" w:rsidRDefault="00544272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Grotendeels</w:t>
      </w:r>
    </w:p>
    <w:p w:rsidR="005E4BF8" w:rsidRPr="001308B7" w:rsidRDefault="00544272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Ja, helemaal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Bent u door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geïnformeerd over het klachtenreglement van uw praktijk?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b/>
          <w:sz w:val="24"/>
        </w:rPr>
        <w:t xml:space="preserve"> </w:t>
      </w:r>
      <w:r w:rsidRPr="001308B7">
        <w:rPr>
          <w:szCs w:val="22"/>
        </w:rPr>
        <w:t>ga naar vraag 27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>Weet u waar u het klachtenreglement kunt vinden als u dat nodig zou hebben?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autoSpaceDE w:val="0"/>
        <w:autoSpaceDN w:val="0"/>
        <w:adjustRightInd w:val="0"/>
        <w:spacing w:line="280" w:lineRule="atLeast"/>
        <w:rPr>
          <w:szCs w:val="22"/>
          <w:u w:val="single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iCs/>
          <w:szCs w:val="22"/>
        </w:rPr>
        <w:t xml:space="preserve">Heeft u </w:t>
      </w:r>
      <w:r w:rsidRPr="001308B7">
        <w:rPr>
          <w:b/>
          <w:szCs w:val="22"/>
        </w:rPr>
        <w:t xml:space="preserve">een geboorteplan, waarin uw wensen ten aanzien van de bevalling zijn vastgelegd, besproken met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toepassing, ik heb geen geboorteplan gemaakt</w:t>
      </w:r>
    </w:p>
    <w:p w:rsidR="005E4BF8" w:rsidRPr="001308B7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360" w:hanging="36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BEREIKBAARHEID EN TOEGANKELIJKHEID 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lastRenderedPageBreak/>
        <w:t xml:space="preserve">Kreeg u wanneer u overdag belde snel iemand van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>praktijk aan de telefoon?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toepassing, ik heb niet geprobeerd overdag de verloskundigenpraktijk te bellen</w:t>
      </w:r>
    </w:p>
    <w:p w:rsidR="005E4BF8" w:rsidRPr="00DB4BF6" w:rsidRDefault="005E4BF8" w:rsidP="005E4BF8">
      <w:pPr>
        <w:ind w:left="567"/>
        <w:rPr>
          <w:b/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</w:rPr>
        <w:t xml:space="preserve">Wist u welk nummer u moest bellen om bij spoed een </w:t>
      </w:r>
      <w:r w:rsidR="002B2E49" w:rsidRPr="001308B7">
        <w:rPr>
          <w:b/>
          <w:szCs w:val="22"/>
        </w:rPr>
        <w:t>huisarts</w:t>
      </w:r>
      <w:r w:rsidRPr="001308B7">
        <w:rPr>
          <w:b/>
        </w:rPr>
        <w:t xml:space="preserve"> aan de lijn te krijgen?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Ja  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Kreeg u wanneer u bij spoed belde snel iemand van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praktijk aan de telefoon?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toepassing, ik heb niet geprobeerd met spoed de verloskundigenpraktijk te bellen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Kon u als u het nodig vond binnen 24 uur voor een consult terecht bij de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praktijk?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toepassing, heb ik nooit nodig gehad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Kon u als u het nodig vond via de e-mail vragen stellen of een afspraak maken?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34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Niet van toepassing, heb ik nooit nodig gevonden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34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>Werd er snel op uw e-mail gereageerd?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2B2E49" w:rsidRDefault="002B2E49" w:rsidP="002B2E49">
      <w:pPr>
        <w:widowControl/>
        <w:spacing w:line="280" w:lineRule="atLeast"/>
        <w:ind w:left="567"/>
        <w:rPr>
          <w:szCs w:val="22"/>
        </w:rPr>
      </w:pPr>
    </w:p>
    <w:p w:rsidR="001308B7" w:rsidRPr="001308B7" w:rsidRDefault="001308B7" w:rsidP="002B2E49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1308B7">
        <w:rPr>
          <w:b/>
          <w:szCs w:val="22"/>
        </w:rPr>
        <w:t xml:space="preserve">Was het een probleem om de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praktijk met het openbaar vervoer te bereiken?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Geen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autoSpaceDE w:val="0"/>
        <w:autoSpaceDN w:val="0"/>
        <w:adjustRightInd w:val="0"/>
        <w:spacing w:line="240" w:lineRule="auto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1308B7">
        <w:rPr>
          <w:b/>
          <w:szCs w:val="22"/>
        </w:rPr>
        <w:t xml:space="preserve">Was het een probleem om in de buurt van de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praktijk te parkeren?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Geen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>Werd u binnen 15 minuten na de afgesproken tijd van een consult geholpen?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</w:rPr>
        <w:t xml:space="preserve">Waren de wachtkamer en de spreekkamer in de </w:t>
      </w:r>
      <w:r w:rsidR="002B2E49" w:rsidRPr="001308B7">
        <w:rPr>
          <w:b/>
          <w:szCs w:val="22"/>
        </w:rPr>
        <w:t>huisarts</w:t>
      </w:r>
      <w:r w:rsidRPr="001308B7">
        <w:rPr>
          <w:b/>
        </w:rPr>
        <w:t>praktijk schoon en opgeruimd?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>STUITLIGGING</w:t>
      </w:r>
    </w:p>
    <w:p w:rsidR="005E4BF8" w:rsidRPr="001308B7" w:rsidRDefault="005E4BF8" w:rsidP="005E4BF8">
      <w:pPr>
        <w:pStyle w:val="Default"/>
        <w:ind w:left="720"/>
        <w:rPr>
          <w:color w:val="auto"/>
          <w:sz w:val="22"/>
          <w:szCs w:val="22"/>
        </w:rPr>
      </w:pPr>
      <w:r w:rsidRPr="001308B7">
        <w:rPr>
          <w:color w:val="auto"/>
          <w:sz w:val="22"/>
          <w:szCs w:val="22"/>
        </w:rPr>
        <w:t xml:space="preserve"> </w:t>
      </w:r>
    </w:p>
    <w:p w:rsidR="005E4BF8" w:rsidRPr="001308B7" w:rsidRDefault="005E4BF8" w:rsidP="005E4BF8">
      <w:pPr>
        <w:pStyle w:val="Default"/>
        <w:ind w:left="720"/>
        <w:rPr>
          <w:color w:val="auto"/>
          <w:sz w:val="22"/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Was er, in de weken kort voor de bevalling, sprake van een stuitligging van uw kindje?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41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voldoende informatie gekregen van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over de mogelijkheid om het kind te draaien (een uitwendige versie)?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Is u, vanwege de stuitligging van uw kindje, door </w:t>
      </w:r>
      <w:r w:rsidR="0021723E" w:rsidRPr="001308B7">
        <w:rPr>
          <w:b/>
          <w:color w:val="auto"/>
          <w:sz w:val="22"/>
          <w:szCs w:val="22"/>
        </w:rPr>
        <w:t>uw</w:t>
      </w:r>
      <w:r w:rsidRPr="001308B7">
        <w:rPr>
          <w:b/>
          <w:color w:val="auto"/>
          <w:sz w:val="22"/>
          <w:szCs w:val="22"/>
        </w:rPr>
        <w:t xml:space="preserve">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aangeboden een poging te doen om het kind te draaien?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ind w:left="567"/>
        <w:rPr>
          <w:szCs w:val="22"/>
        </w:rPr>
      </w:pPr>
    </w:p>
    <w:p w:rsidR="002B2E49" w:rsidRPr="001308B7" w:rsidRDefault="002B2E49" w:rsidP="005E4BF8">
      <w:pPr>
        <w:ind w:left="567"/>
        <w:rPr>
          <w:szCs w:val="22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>VERWIJZING NAAR GYNAECOLOOG</w:t>
      </w:r>
    </w:p>
    <w:p w:rsidR="005E4BF8" w:rsidRPr="001308B7" w:rsidRDefault="005E4BF8" w:rsidP="005E4BF8">
      <w:pPr>
        <w:autoSpaceDE w:val="0"/>
        <w:autoSpaceDN w:val="0"/>
        <w:adjustRightInd w:val="0"/>
        <w:spacing w:line="240" w:lineRule="auto"/>
        <w:ind w:left="360"/>
        <w:rPr>
          <w:szCs w:val="22"/>
          <w:u w:val="single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1308B7">
        <w:rPr>
          <w:b/>
          <w:szCs w:val="22"/>
        </w:rPr>
        <w:lastRenderedPageBreak/>
        <w:t xml:space="preserve">Bent u op enig moment tijdens de zwangerschap of bevalling, of kort na de bevalling gezien door een gynaecoloog in het ziekenhuis?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46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op het </w:t>
      </w:r>
      <w:r w:rsidRPr="001308B7">
        <w:rPr>
          <w:b/>
          <w:szCs w:val="22"/>
        </w:rPr>
        <w:t xml:space="preserve">moment dat u verwezen werd voldoende uitleg gekregen van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over de reden van de verwijzing?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Waren uw gegevens bekend bij de gynaecoloog?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zorg die u van de gynaecoloog en van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kreeg op elkaar afgestemd?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Werkten de gynaecoloog en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goed met elkaar samen?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>BEVALLING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 xml:space="preserve">Was dit u eerste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>Hoe lang geleden bent u bevallen?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Minder dan 6 weken geleden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6-10 weken geleden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Meer dan 10 weken geleden</w:t>
      </w:r>
    </w:p>
    <w:p w:rsidR="005E4BF8" w:rsidRPr="001308B7" w:rsidRDefault="005E4BF8" w:rsidP="005E4BF8">
      <w:pPr>
        <w:spacing w:line="280" w:lineRule="atLeast"/>
        <w:ind w:left="567"/>
        <w:rPr>
          <w:szCs w:val="22"/>
        </w:rPr>
      </w:pPr>
    </w:p>
    <w:p w:rsidR="002B2E49" w:rsidRPr="001308B7" w:rsidRDefault="002B2E49" w:rsidP="005E4BF8">
      <w:pPr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>Na hoeveel weken zwangerschap bent u bevallen?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Na minder dan 36 weken zwangerschap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Na meer dan 36 weken zwangerschap</w:t>
      </w:r>
    </w:p>
    <w:p w:rsidR="005E4BF8" w:rsidRPr="001308B7" w:rsidRDefault="005E4BF8" w:rsidP="005E4BF8">
      <w:pPr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Waar bent u bevallen?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Thuis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Ziekenhuis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Kraamzorghotel of geboortecentrum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Anders, namelijk…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Bij wie was u onder controle op het moment dat de weeën begonnen?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Verloskundige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Huisarts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Gynaecoloog 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  <w:r w:rsidRPr="001308B7">
        <w:rPr>
          <w:szCs w:val="22"/>
        </w:rPr>
        <w:t xml:space="preserve"> </w:t>
      </w: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szCs w:val="22"/>
        </w:rPr>
        <w:t xml:space="preserve"> </w:t>
      </w:r>
      <w:r w:rsidRPr="001308B7">
        <w:rPr>
          <w:b/>
          <w:szCs w:val="22"/>
        </w:rPr>
        <w:t xml:space="preserve">Met welke zorgverlener heeft u het meest te maken gehad tijdens de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Eigen </w:t>
      </w:r>
      <w:r w:rsidR="001308B7" w:rsidRPr="001308B7">
        <w:rPr>
          <w:szCs w:val="22"/>
        </w:rPr>
        <w:t>huisarts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Verloskundige in geboortecentrum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Verloskundige van het ziekenhuis</w:t>
      </w:r>
    </w:p>
    <w:p w:rsidR="005E4BF8" w:rsidRPr="001308B7" w:rsidRDefault="001308B7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Verloskundige waarnemer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Kraamverzorgende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Gynaecoloog of arts assistent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Anders, namelijk…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szCs w:val="22"/>
        </w:rPr>
      </w:pPr>
      <w:r w:rsidRPr="001308B7">
        <w:rPr>
          <w:b/>
          <w:szCs w:val="22"/>
        </w:rPr>
        <w:t>Is de bevalling spontaan en zonder ingrepen verlopen?</w:t>
      </w:r>
      <w:r w:rsidRPr="001308B7">
        <w:rPr>
          <w:szCs w:val="22"/>
        </w:rPr>
        <w:t xml:space="preserve"> </w:t>
      </w:r>
      <w:r w:rsidRPr="001308B7">
        <w:rPr>
          <w:i/>
          <w:szCs w:val="22"/>
        </w:rPr>
        <w:t>(meerdere antwoorden mogelijk)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de vliezen moesten gebroken worden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ik moest ingeknipt worden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de bevalling moest in het ziekenhuis worden ingeleid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de weeën moesten kunstmatig versterkt worden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er was een kunstverlossing (met tang of vacuümpomp) nodig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het is een keizersnede geworden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Was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snel aanwezig toen u vermoedde dat de bevalling was begonnen?</w:t>
      </w:r>
      <w:r w:rsidRPr="001308B7">
        <w:rPr>
          <w:b/>
          <w:i/>
          <w:color w:val="auto"/>
          <w:sz w:val="22"/>
          <w:szCs w:val="22"/>
        </w:rPr>
        <w:t xml:space="preserve">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Ja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55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Niet van toepassing, ik was al verwezen naar de gynaecoloog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57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</w:rPr>
      </w:pPr>
    </w:p>
    <w:p w:rsidR="005E4BF8" w:rsidRDefault="005E4BF8" w:rsidP="005E4BF8">
      <w:pPr>
        <w:pStyle w:val="Default"/>
        <w:rPr>
          <w:color w:val="auto"/>
          <w:sz w:val="22"/>
          <w:szCs w:val="22"/>
        </w:rPr>
      </w:pPr>
    </w:p>
    <w:p w:rsidR="001308B7" w:rsidRPr="001308B7" w:rsidRDefault="001308B7" w:rsidP="005E4BF8">
      <w:pPr>
        <w:pStyle w:val="Default"/>
        <w:rPr>
          <w:color w:val="auto"/>
          <w:sz w:val="22"/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Was het een probleem dat uw </w:t>
      </w:r>
      <w:r w:rsidR="002B2E49" w:rsidRPr="001308B7">
        <w:rPr>
          <w:b/>
          <w:color w:val="auto"/>
          <w:szCs w:val="22"/>
        </w:rPr>
        <w:t xml:space="preserve">huisarts </w:t>
      </w:r>
      <w:r w:rsidRPr="001308B7">
        <w:rPr>
          <w:b/>
          <w:color w:val="auto"/>
          <w:sz w:val="22"/>
          <w:szCs w:val="22"/>
        </w:rPr>
        <w:t>niet snel aanwezig was bij de bevalling</w:t>
      </w:r>
      <w:r w:rsidRPr="001308B7">
        <w:rPr>
          <w:b/>
          <w:i/>
          <w:color w:val="auto"/>
          <w:sz w:val="22"/>
          <w:szCs w:val="22"/>
        </w:rPr>
        <w:t>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lastRenderedPageBreak/>
        <w:t>Geen probleem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color w:val="auto"/>
          <w:sz w:val="22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 xml:space="preserve">Bleef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aanwezig vanaf het moment dat u dat nodig vond?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Ja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57</w:t>
      </w:r>
    </w:p>
    <w:p w:rsidR="005E4BF8" w:rsidRPr="00BD79DF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Was het een probleem dat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niet aanwezig bleef vanaf het moment dat u dat nodig vond?</w:t>
      </w:r>
      <w:r w:rsidRPr="001308B7">
        <w:rPr>
          <w:b/>
          <w:i/>
          <w:color w:val="auto"/>
          <w:sz w:val="22"/>
          <w:szCs w:val="22"/>
        </w:rPr>
        <w:t xml:space="preserve">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Geen probleem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 xml:space="preserve">Had u het gevoel enige controle te hebben gehad tijdens uw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helemaal niet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Een beetje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Grotendeels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helemaal</w:t>
      </w:r>
    </w:p>
    <w:p w:rsidR="005E4BF8" w:rsidRPr="001308B7" w:rsidRDefault="005E4BF8" w:rsidP="005E4BF8">
      <w:pPr>
        <w:spacing w:line="280" w:lineRule="atLeast"/>
        <w:ind w:left="907"/>
        <w:rPr>
          <w:szCs w:val="22"/>
        </w:rPr>
      </w:pPr>
    </w:p>
    <w:p w:rsidR="005E4BF8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Had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u goed voorbereid op de bevalling?</w:t>
      </w:r>
      <w:r w:rsidRPr="001308B7">
        <w:rPr>
          <w:b/>
          <w:szCs w:val="22"/>
        </w:rPr>
        <w:tab/>
      </w:r>
    </w:p>
    <w:p w:rsidR="001308B7" w:rsidRPr="001308B7" w:rsidRDefault="001308B7" w:rsidP="001308B7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helemaal niet</w:t>
      </w:r>
    </w:p>
    <w:p w:rsidR="001308B7" w:rsidRPr="001308B7" w:rsidRDefault="001308B7" w:rsidP="001308B7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Een beetje</w:t>
      </w:r>
    </w:p>
    <w:p w:rsidR="001308B7" w:rsidRPr="001308B7" w:rsidRDefault="001308B7" w:rsidP="001308B7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Grotendeels</w:t>
      </w:r>
    </w:p>
    <w:p w:rsidR="001308B7" w:rsidRPr="001308B7" w:rsidRDefault="001308B7" w:rsidP="001308B7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helemaal</w:t>
      </w:r>
    </w:p>
    <w:p w:rsidR="005E4BF8" w:rsidRPr="001308B7" w:rsidRDefault="005E4BF8" w:rsidP="005E4BF8">
      <w:pPr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1308B7">
        <w:rPr>
          <w:b/>
          <w:szCs w:val="22"/>
        </w:rPr>
        <w:t xml:space="preserve">Heeft u zich tijdens de bevalling gesteund gevoeld door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helemaal niet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Een beetje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Grotendeels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helemaal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</w:rPr>
      </w:pPr>
    </w:p>
    <w:p w:rsidR="005E4BF8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 w:rsidRPr="001308B7">
        <w:rPr>
          <w:color w:val="auto"/>
          <w:sz w:val="22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>Is er met de pijn omgegaan op een manier die u graag wilde?</w:t>
      </w:r>
    </w:p>
    <w:p w:rsidR="008842E2" w:rsidRDefault="008842E2" w:rsidP="008842E2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Nee, helemaal niet</w:t>
      </w:r>
    </w:p>
    <w:p w:rsidR="008842E2" w:rsidRDefault="008842E2" w:rsidP="008842E2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Een beetje</w:t>
      </w:r>
    </w:p>
    <w:p w:rsidR="008842E2" w:rsidRDefault="008842E2" w:rsidP="008842E2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Grotendeels</w:t>
      </w:r>
    </w:p>
    <w:p w:rsidR="008842E2" w:rsidRPr="001308B7" w:rsidRDefault="008842E2" w:rsidP="008842E2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Ja, helemaal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62</w:t>
      </w:r>
    </w:p>
    <w:p w:rsidR="008842E2" w:rsidRDefault="008842E2" w:rsidP="008842E2">
      <w:pPr>
        <w:pStyle w:val="Default"/>
        <w:rPr>
          <w:b/>
          <w:color w:val="auto"/>
          <w:sz w:val="22"/>
          <w:szCs w:val="22"/>
        </w:rPr>
      </w:pPr>
    </w:p>
    <w:p w:rsidR="008842E2" w:rsidRDefault="008842E2" w:rsidP="008842E2">
      <w:pPr>
        <w:pStyle w:val="Default"/>
        <w:rPr>
          <w:b/>
          <w:color w:val="auto"/>
          <w:sz w:val="22"/>
          <w:szCs w:val="22"/>
        </w:rPr>
      </w:pPr>
    </w:p>
    <w:p w:rsidR="008842E2" w:rsidRDefault="008842E2" w:rsidP="008842E2">
      <w:pPr>
        <w:pStyle w:val="Default"/>
        <w:rPr>
          <w:b/>
          <w:color w:val="auto"/>
          <w:sz w:val="22"/>
          <w:szCs w:val="22"/>
        </w:rPr>
      </w:pPr>
    </w:p>
    <w:p w:rsidR="008842E2" w:rsidRPr="001308B7" w:rsidRDefault="008842E2" w:rsidP="008842E2">
      <w:pPr>
        <w:pStyle w:val="Default"/>
        <w:rPr>
          <w:b/>
          <w:color w:val="auto"/>
          <w:sz w:val="22"/>
          <w:szCs w:val="22"/>
        </w:rPr>
      </w:pPr>
    </w:p>
    <w:p w:rsidR="005E4BF8" w:rsidRPr="001308B7" w:rsidRDefault="005E4BF8" w:rsidP="005E4BF8">
      <w:pPr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color w:val="auto"/>
          <w:sz w:val="22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>In hoeverre was het een probleem dat er niet is omgegaan met de pijn zoals u dat graag wilde?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Groot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Klein probleem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Geen probleem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>Heeft de manier van omgaan met pijn gebracht wat u ervan verwacht had?</w:t>
      </w:r>
      <w:r w:rsidRPr="001308B7">
        <w:rPr>
          <w:b/>
          <w:color w:val="auto"/>
          <w:sz w:val="22"/>
          <w:szCs w:val="22"/>
        </w:rPr>
        <w:tab/>
      </w:r>
    </w:p>
    <w:p w:rsidR="00544272" w:rsidRPr="001308B7" w:rsidRDefault="00544272" w:rsidP="00544272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Nee, helemaal niet</w:t>
      </w:r>
    </w:p>
    <w:p w:rsidR="00544272" w:rsidRPr="001308B7" w:rsidRDefault="00544272" w:rsidP="00544272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Een beetje</w:t>
      </w:r>
    </w:p>
    <w:p w:rsidR="00544272" w:rsidRPr="001308B7" w:rsidRDefault="00544272" w:rsidP="00544272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Grotendeels</w:t>
      </w:r>
    </w:p>
    <w:p w:rsidR="00544272" w:rsidRPr="001308B7" w:rsidRDefault="00544272" w:rsidP="00544272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Ja, helemaal</w:t>
      </w:r>
    </w:p>
    <w:p w:rsidR="00B22F1C" w:rsidRPr="001308B7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>KRAAMPERIODE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de bevalling met u nabesproken?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Ja 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Geeft u borstvoeding?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Nee, helemaal niet aan begonnen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Tijdens de kraamperiode wel, nu niet meer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De eerste 4 weken wel maar nu niet meer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gecombineerd met flesvoeding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Ja, uitsluitend borstvoeding</w:t>
      </w:r>
    </w:p>
    <w:p w:rsidR="005E4BF8" w:rsidRPr="001308B7" w:rsidRDefault="005E4BF8" w:rsidP="005E4BF8">
      <w:pPr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szCs w:val="22"/>
        </w:rPr>
        <w:t xml:space="preserve"> </w:t>
      </w:r>
      <w:r w:rsidRPr="001308B7">
        <w:rPr>
          <w:b/>
          <w:szCs w:val="22"/>
        </w:rPr>
        <w:t xml:space="preserve">Heeft u ondersteuning gekregen van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bij het geven van borstvoeding? 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 na uw bevalling kraamzorg ontvangen?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69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Was de zorg die u van de kraamverzorgende en de </w:t>
      </w:r>
      <w:r w:rsidR="002B2E49" w:rsidRPr="001308B7">
        <w:rPr>
          <w:b/>
          <w:szCs w:val="22"/>
        </w:rPr>
        <w:t xml:space="preserve">huisarts </w:t>
      </w:r>
      <w:r w:rsidRPr="001308B7">
        <w:rPr>
          <w:b/>
          <w:szCs w:val="22"/>
        </w:rPr>
        <w:t xml:space="preserve">kreeg op elkaar afgestemd?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Werkten de kraamverzorgende en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goed met elkaar samen?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Bent u door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uitgenodigd voor een nacontrole ± 6 weken na de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lastRenderedPageBreak/>
        <w:t>Ja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Niet van toepassing, nacontrole was bij de gynaecoloog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7</w:t>
      </w:r>
      <w:r w:rsidR="009274AF" w:rsidRPr="001308B7">
        <w:rPr>
          <w:szCs w:val="22"/>
        </w:rPr>
        <w:t>2</w:t>
      </w:r>
    </w:p>
    <w:p w:rsidR="00462F84" w:rsidRPr="001308B7" w:rsidRDefault="00462F84" w:rsidP="00462F84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Bent u bij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op nacontrole geweest ± 6 weken na de bevalling?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 xml:space="preserve">Nee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7</w:t>
      </w:r>
      <w:r w:rsidR="009274AF" w:rsidRPr="001308B7">
        <w:rPr>
          <w:szCs w:val="22"/>
        </w:rPr>
        <w:t>2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1308B7">
        <w:rPr>
          <w:b/>
          <w:szCs w:val="22"/>
        </w:rPr>
        <w:t xml:space="preserve">Heeft uw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 bij de nacontrole met u gesproken over een eventuele volgende zwangerschap en bevalling?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Nee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Ja</w:t>
      </w:r>
    </w:p>
    <w:p w:rsidR="005E4BF8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 xml:space="preserve">DE </w:t>
      </w:r>
      <w:r w:rsidR="002B2E49" w:rsidRPr="001308B7">
        <w:rPr>
          <w:b/>
          <w:color w:val="auto"/>
          <w:szCs w:val="22"/>
        </w:rPr>
        <w:t>HUISARTS</w:t>
      </w:r>
    </w:p>
    <w:p w:rsidR="005E4BF8" w:rsidRPr="001308B7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1308B7" w:rsidRDefault="005E4BF8" w:rsidP="005E4BF8">
      <w:pPr>
        <w:pStyle w:val="Default"/>
        <w:rPr>
          <w:i/>
          <w:color w:val="auto"/>
          <w:sz w:val="22"/>
          <w:szCs w:val="22"/>
        </w:rPr>
      </w:pPr>
      <w:r w:rsidRPr="001308B7">
        <w:rPr>
          <w:i/>
          <w:color w:val="auto"/>
          <w:sz w:val="22"/>
          <w:szCs w:val="22"/>
        </w:rPr>
        <w:t xml:space="preserve">NB: heeft u zorg ontvangen van twee of meer </w:t>
      </w:r>
      <w:r w:rsidR="002B2E49" w:rsidRPr="001308B7">
        <w:rPr>
          <w:b/>
          <w:color w:val="auto"/>
          <w:sz w:val="22"/>
          <w:szCs w:val="22"/>
        </w:rPr>
        <w:t>huisartsen</w:t>
      </w:r>
      <w:r w:rsidRPr="001308B7">
        <w:rPr>
          <w:i/>
          <w:color w:val="auto"/>
          <w:sz w:val="22"/>
          <w:szCs w:val="22"/>
        </w:rPr>
        <w:t xml:space="preserve">, neem voor het beantwoorden van  de volgende vragen dan één van hen in gedachten, bij voorkeur de </w:t>
      </w:r>
      <w:r w:rsidR="002B2E49" w:rsidRPr="001308B7">
        <w:rPr>
          <w:b/>
          <w:color w:val="auto"/>
          <w:sz w:val="22"/>
          <w:szCs w:val="22"/>
        </w:rPr>
        <w:t>huisarts</w:t>
      </w:r>
      <w:r w:rsidRPr="001308B7">
        <w:rPr>
          <w:i/>
          <w:color w:val="auto"/>
          <w:sz w:val="22"/>
          <w:szCs w:val="22"/>
        </w:rPr>
        <w:t xml:space="preserve"> met wie u het meest te maken heeft gehad.</w:t>
      </w:r>
    </w:p>
    <w:p w:rsidR="005E4BF8" w:rsidRPr="001308B7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1308B7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Toonde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belangstelling voor uw persoonlijke situatie?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Legde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dingen op een begrijpelijke manier uit?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color w:val="auto"/>
          <w:sz w:val="22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 xml:space="preserve">Had u vertrouwen in de deskundigheid van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Pr="001308B7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Pr="001308B7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Was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bereid met u te praten als er zaken naar uw mening niet goed gingen?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Niet van toepassing</w:t>
      </w: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Luisterde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aandachtig naar u?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Nam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u serieus?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Had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genoeg tijd voor u?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spacing w:line="280" w:lineRule="atLeast"/>
        <w:rPr>
          <w:szCs w:val="22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Gaf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u de ruimte om mee te denken over wat het beste is voor u en uw (ongeboren) kind?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hyperlink r:id="rId17" w:history="1">
        <w:r w:rsidRPr="001308B7">
          <w:rPr>
            <w:b/>
            <w:color w:val="auto"/>
            <w:sz w:val="22"/>
            <w:szCs w:val="22"/>
          </w:rPr>
          <w:t>Stond</w:t>
        </w:r>
      </w:hyperlink>
      <w:r w:rsidR="001F19C3" w:rsidRPr="001308B7">
        <w:rPr>
          <w:b/>
          <w:color w:val="auto"/>
          <w:sz w:val="22"/>
          <w:szCs w:val="22"/>
        </w:rPr>
        <w:t xml:space="preserve"> </w:t>
      </w:r>
      <w:r w:rsidRPr="001308B7">
        <w:rPr>
          <w:b/>
          <w:color w:val="auto"/>
          <w:sz w:val="22"/>
          <w:szCs w:val="22"/>
        </w:rPr>
        <w:t xml:space="preserve">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open voor uw wensen?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1308B7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1308B7">
        <w:rPr>
          <w:b/>
          <w:color w:val="auto"/>
          <w:sz w:val="22"/>
          <w:szCs w:val="22"/>
        </w:rPr>
        <w:t xml:space="preserve">Kon u aan uw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 xml:space="preserve"> de vragen stellen die u wilde? 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Nooit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Soms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Meestal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Altijd</w:t>
      </w:r>
    </w:p>
    <w:p w:rsidR="005E4BF8" w:rsidRPr="001308B7" w:rsidRDefault="005E4BF8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5E4BF8" w:rsidRPr="001308B7" w:rsidRDefault="005E4BF8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5E4BF8" w:rsidRDefault="005E4BF8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1308B7" w:rsidRDefault="001308B7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1308B7" w:rsidRDefault="001308B7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1308B7" w:rsidRDefault="001308B7" w:rsidP="005E4BF8">
      <w:pPr>
        <w:pStyle w:val="Default"/>
        <w:ind w:left="720" w:hanging="720"/>
        <w:rPr>
          <w:b/>
          <w:color w:val="auto"/>
          <w:sz w:val="22"/>
          <w:szCs w:val="22"/>
        </w:rPr>
      </w:pPr>
    </w:p>
    <w:p w:rsidR="005E4BF8" w:rsidRPr="001308B7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color w:val="auto"/>
          <w:sz w:val="22"/>
          <w:szCs w:val="22"/>
        </w:rPr>
      </w:pPr>
      <w:r w:rsidRPr="001308B7">
        <w:rPr>
          <w:b/>
          <w:color w:val="auto"/>
          <w:sz w:val="22"/>
          <w:szCs w:val="22"/>
        </w:rPr>
        <w:t>ALGEMEEN OORDEEL</w:t>
      </w:r>
    </w:p>
    <w:p w:rsidR="005E4BF8" w:rsidRPr="001308B7" w:rsidRDefault="005E4BF8" w:rsidP="005E4BF8">
      <w:pPr>
        <w:rPr>
          <w:szCs w:val="22"/>
        </w:rPr>
      </w:pPr>
    </w:p>
    <w:p w:rsidR="005E4BF8" w:rsidRPr="001308B7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1308B7">
        <w:rPr>
          <w:b/>
          <w:szCs w:val="22"/>
        </w:rPr>
        <w:lastRenderedPageBreak/>
        <w:t xml:space="preserve">Welk cijfer geeft u de </w:t>
      </w:r>
      <w:r w:rsidR="002B2E49" w:rsidRPr="001308B7">
        <w:rPr>
          <w:b/>
          <w:szCs w:val="22"/>
        </w:rPr>
        <w:t>huisarts</w:t>
      </w:r>
      <w:r w:rsidRPr="001308B7">
        <w:rPr>
          <w:b/>
          <w:szCs w:val="22"/>
        </w:rPr>
        <w:t xml:space="preserve">praktijk? een 0 betekent: heel erg slecht. Een 10 betekent: uitstekend. 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0</w:t>
      </w:r>
      <w:r w:rsidR="00483011" w:rsidRPr="001308B7">
        <w:rPr>
          <w:szCs w:val="22"/>
        </w:rPr>
        <w:t xml:space="preserve"> </w:t>
      </w:r>
      <w:r w:rsidR="00483011" w:rsidRPr="001308B7">
        <w:rPr>
          <w:szCs w:val="22"/>
        </w:rPr>
        <w:tab/>
      </w:r>
      <w:r w:rsidR="00483011" w:rsidRPr="001308B7">
        <w:rPr>
          <w:szCs w:val="22"/>
        </w:rPr>
        <w:tab/>
        <w:t>heel erg slechte praktijk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1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2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3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4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5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6</w:t>
      </w:r>
    </w:p>
    <w:p w:rsidR="005E4BF8" w:rsidRPr="001308B7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1308B7">
        <w:rPr>
          <w:szCs w:val="22"/>
        </w:rPr>
        <w:t>7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8</w:t>
      </w:r>
    </w:p>
    <w:p w:rsidR="005E4BF8" w:rsidRPr="00500FD1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500FD1">
        <w:rPr>
          <w:szCs w:val="22"/>
        </w:rPr>
        <w:t>9</w:t>
      </w:r>
    </w:p>
    <w:p w:rsidR="005E4BF8" w:rsidRPr="00500FD1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500FD1">
        <w:rPr>
          <w:szCs w:val="22"/>
        </w:rPr>
        <w:t>10</w:t>
      </w:r>
      <w:r w:rsidR="00483011" w:rsidRPr="00500FD1">
        <w:rPr>
          <w:szCs w:val="22"/>
        </w:rPr>
        <w:t xml:space="preserve"> </w:t>
      </w:r>
      <w:r w:rsidR="00483011" w:rsidRPr="00500FD1">
        <w:rPr>
          <w:szCs w:val="22"/>
        </w:rPr>
        <w:tab/>
      </w:r>
      <w:r w:rsidR="00483011" w:rsidRPr="00500FD1">
        <w:rPr>
          <w:szCs w:val="22"/>
        </w:rPr>
        <w:tab/>
        <w:t>uitstekende praktijk</w:t>
      </w: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3D5B6F">
        <w:rPr>
          <w:b/>
          <w:sz w:val="22"/>
          <w:szCs w:val="22"/>
        </w:rPr>
        <w:t xml:space="preserve">Zou u </w:t>
      </w:r>
      <w:r w:rsidRPr="001308B7">
        <w:rPr>
          <w:b/>
          <w:color w:val="auto"/>
          <w:sz w:val="22"/>
          <w:szCs w:val="22"/>
        </w:rPr>
        <w:t xml:space="preserve">deze </w:t>
      </w:r>
      <w:r w:rsidR="002B2E49" w:rsidRPr="001308B7">
        <w:rPr>
          <w:b/>
          <w:color w:val="auto"/>
          <w:szCs w:val="22"/>
        </w:rPr>
        <w:t>huisarts</w:t>
      </w:r>
      <w:r w:rsidRPr="001308B7">
        <w:rPr>
          <w:b/>
          <w:color w:val="auto"/>
          <w:sz w:val="22"/>
          <w:szCs w:val="22"/>
        </w:rPr>
        <w:t>praktijk bij uw vrienden en familie aanbevelen?</w:t>
      </w:r>
      <w:r w:rsidRPr="003D5B6F">
        <w:rPr>
          <w:b/>
          <w:sz w:val="22"/>
          <w:szCs w:val="22"/>
        </w:rPr>
        <w:t xml:space="preserve">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Beslist niet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Waarschijnlijk niet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Waarschijnlijk wel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Beslist wel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BD79DF" w:rsidRDefault="005E4BF8" w:rsidP="005E4BF8">
      <w:pPr>
        <w:spacing w:line="280" w:lineRule="atLeast"/>
        <w:rPr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OVER U ZELF</w:t>
      </w:r>
    </w:p>
    <w:p w:rsidR="005E4BF8" w:rsidRDefault="005E4BF8" w:rsidP="005E4BF8">
      <w:pPr>
        <w:ind w:left="567"/>
        <w:rPr>
          <w:szCs w:val="22"/>
        </w:rPr>
      </w:pPr>
    </w:p>
    <w:p w:rsidR="005E4BF8" w:rsidRDefault="005E4BF8" w:rsidP="005E4BF8">
      <w:pPr>
        <w:ind w:left="567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Hoe zou u over het </w:t>
      </w:r>
      <w:r w:rsidR="00500FD1" w:rsidRPr="00500FD1">
        <w:rPr>
          <w:b/>
          <w:szCs w:val="22"/>
        </w:rPr>
        <w:t>algemeen</w:t>
      </w:r>
      <w:r w:rsidRPr="00500FD1">
        <w:rPr>
          <w:b/>
          <w:szCs w:val="22"/>
        </w:rPr>
        <w:t xml:space="preserve"> uw gezondheid </w:t>
      </w:r>
      <w:r w:rsidR="00500FD1" w:rsidRPr="00500FD1">
        <w:rPr>
          <w:b/>
          <w:szCs w:val="22"/>
        </w:rPr>
        <w:t>noemen</w:t>
      </w:r>
      <w:r w:rsidRPr="00500FD1">
        <w:rPr>
          <w:b/>
          <w:szCs w:val="22"/>
        </w:rPr>
        <w:t xml:space="preserve">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Pr="00BD79DF" w:rsidRDefault="005E4BF8" w:rsidP="005E4BF8">
      <w:pPr>
        <w:ind w:left="72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3D5B6F">
        <w:rPr>
          <w:b/>
          <w:szCs w:val="22"/>
        </w:rPr>
        <w:t xml:space="preserve">Hoe zou u over het </w:t>
      </w:r>
      <w:r w:rsidR="00500FD1">
        <w:rPr>
          <w:b/>
          <w:szCs w:val="22"/>
        </w:rPr>
        <w:t>algemeen</w:t>
      </w:r>
      <w:r w:rsidRPr="003D5B6F">
        <w:rPr>
          <w:b/>
          <w:szCs w:val="22"/>
        </w:rPr>
        <w:t xml:space="preserve"> de gezondheid van uw baby </w:t>
      </w:r>
      <w:r w:rsidR="00500FD1">
        <w:rPr>
          <w:b/>
          <w:szCs w:val="22"/>
        </w:rPr>
        <w:t>noemen</w:t>
      </w:r>
      <w:r w:rsidRPr="003D5B6F">
        <w:rPr>
          <w:b/>
          <w:szCs w:val="22"/>
        </w:rPr>
        <w:t xml:space="preserve">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Hoe zou u over het </w:t>
      </w:r>
      <w:r w:rsidR="00500FD1" w:rsidRPr="00500FD1">
        <w:rPr>
          <w:b/>
          <w:szCs w:val="22"/>
        </w:rPr>
        <w:t>algemeen</w:t>
      </w:r>
      <w:r w:rsidRPr="00500FD1">
        <w:rPr>
          <w:b/>
          <w:szCs w:val="22"/>
        </w:rPr>
        <w:t xml:space="preserve"> uw geestelijke </w:t>
      </w:r>
      <w:r w:rsidR="00500FD1" w:rsidRPr="00500FD1">
        <w:rPr>
          <w:b/>
          <w:szCs w:val="22"/>
        </w:rPr>
        <w:t xml:space="preserve">/psychische </w:t>
      </w:r>
      <w:r w:rsidRPr="00500FD1">
        <w:rPr>
          <w:b/>
          <w:szCs w:val="22"/>
        </w:rPr>
        <w:t xml:space="preserve">gezondheid omschrijven?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Default="005E4BF8" w:rsidP="005E4BF8">
      <w:pPr>
        <w:ind w:left="20"/>
        <w:rPr>
          <w:szCs w:val="22"/>
        </w:rPr>
      </w:pPr>
    </w:p>
    <w:p w:rsidR="005E4BF8" w:rsidRPr="00BD79DF" w:rsidRDefault="005E4BF8" w:rsidP="005E4BF8">
      <w:pPr>
        <w:ind w:left="2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tabs>
          <w:tab w:val="left" w:pos="360"/>
        </w:tabs>
        <w:rPr>
          <w:b/>
          <w:szCs w:val="22"/>
        </w:rPr>
      </w:pPr>
      <w:r w:rsidRPr="00500FD1">
        <w:rPr>
          <w:b/>
          <w:szCs w:val="22"/>
        </w:rPr>
        <w:t xml:space="preserve">Wat is uw leeftijd? </w:t>
      </w:r>
    </w:p>
    <w:p w:rsidR="005E4BF8" w:rsidRPr="00BD79DF" w:rsidRDefault="00E2443A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Jonger dan 16</w:t>
      </w:r>
      <w:r w:rsidR="005E4BF8" w:rsidRPr="00BD79DF">
        <w:rPr>
          <w:szCs w:val="22"/>
        </w:rPr>
        <w:t xml:space="preserve"> jaar</w:t>
      </w:r>
    </w:p>
    <w:p w:rsidR="005E4BF8" w:rsidRDefault="00E2443A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16</w:t>
      </w:r>
      <w:r w:rsidR="00285FD6">
        <w:rPr>
          <w:szCs w:val="22"/>
        </w:rPr>
        <w:t xml:space="preserve"> t/m 19</w:t>
      </w:r>
      <w:r w:rsidR="005E4BF8" w:rsidRPr="00BD79DF">
        <w:rPr>
          <w:szCs w:val="22"/>
        </w:rPr>
        <w:t xml:space="preserve"> jaar</w:t>
      </w:r>
    </w:p>
    <w:p w:rsidR="00285FD6" w:rsidRPr="00BD79DF" w:rsidRDefault="00285FD6" w:rsidP="00285FD6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20 t/m 24</w:t>
      </w:r>
      <w:r w:rsidRPr="00BD79DF">
        <w:rPr>
          <w:szCs w:val="22"/>
        </w:rPr>
        <w:t xml:space="preserve">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25 t/m 29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30 t/m 34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35 t/m 39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40 t/m 44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45 jaar of ouder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Wat is de hoogste </w:t>
      </w:r>
      <w:r w:rsidR="00500FD1" w:rsidRPr="00500FD1">
        <w:rPr>
          <w:b/>
          <w:szCs w:val="22"/>
        </w:rPr>
        <w:t xml:space="preserve">voltooide </w:t>
      </w:r>
      <w:r w:rsidRPr="00500FD1">
        <w:rPr>
          <w:b/>
          <w:szCs w:val="22"/>
        </w:rPr>
        <w:t>opleiding</w:t>
      </w:r>
      <w:r w:rsidR="00500FD1" w:rsidRPr="00500FD1">
        <w:rPr>
          <w:b/>
          <w:szCs w:val="22"/>
        </w:rPr>
        <w:t>?</w:t>
      </w:r>
      <w:r w:rsidRPr="00500FD1">
        <w:rPr>
          <w:b/>
          <w:szCs w:val="22"/>
        </w:rPr>
        <w:t xml:space="preserve"> </w:t>
      </w:r>
      <w:r w:rsidR="00500FD1" w:rsidRPr="00500FD1">
        <w:rPr>
          <w:b/>
          <w:szCs w:val="22"/>
        </w:rPr>
        <w:t xml:space="preserve">(een opleiding afgerond met diploma of voldoende getuigschrift) </w:t>
      </w:r>
      <w:r w:rsidRPr="00500FD1">
        <w:rPr>
          <w:b/>
          <w:szCs w:val="22"/>
        </w:rPr>
        <w:t xml:space="preserve"> 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Geen </w:t>
      </w:r>
      <w:r w:rsidR="00500FD1" w:rsidRPr="00500FD1">
        <w:rPr>
          <w:szCs w:val="22"/>
        </w:rPr>
        <w:t>opleiding (lager onderwijs: niet afgemaakt)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Lager </w:t>
      </w:r>
      <w:r w:rsidR="00500FD1" w:rsidRPr="00500FD1">
        <w:rPr>
          <w:szCs w:val="22"/>
        </w:rPr>
        <w:t>onderwijs</w:t>
      </w:r>
      <w:r w:rsidRPr="00500FD1">
        <w:rPr>
          <w:szCs w:val="22"/>
        </w:rPr>
        <w:t xml:space="preserve"> (basisschool, speciaal basisonderwijs)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Lager of voorbereidend beroepsonderwijs (zoals LTS, </w:t>
      </w:r>
      <w:r w:rsidR="00500FD1" w:rsidRPr="00500FD1">
        <w:rPr>
          <w:szCs w:val="22"/>
        </w:rPr>
        <w:t xml:space="preserve">LEAH, </w:t>
      </w:r>
      <w:r w:rsidRPr="00500FD1">
        <w:rPr>
          <w:szCs w:val="22"/>
        </w:rPr>
        <w:t>LHNO, VMBO)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Middelbaar algemeen </w:t>
      </w:r>
      <w:r w:rsidR="00500FD1" w:rsidRPr="00500FD1">
        <w:rPr>
          <w:szCs w:val="22"/>
        </w:rPr>
        <w:t xml:space="preserve">voortgezet </w:t>
      </w:r>
      <w:r w:rsidRPr="00500FD1">
        <w:rPr>
          <w:szCs w:val="22"/>
        </w:rPr>
        <w:t xml:space="preserve">onderwijs (zoals MAVO, </w:t>
      </w:r>
      <w:r w:rsidR="00500FD1" w:rsidRPr="00500FD1">
        <w:rPr>
          <w:szCs w:val="22"/>
        </w:rPr>
        <w:t xml:space="preserve">(M)ULO, </w:t>
      </w:r>
      <w:r w:rsidRPr="00500FD1">
        <w:rPr>
          <w:szCs w:val="22"/>
        </w:rPr>
        <w:t>MBO-kort, VMBO-t)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Middelbaar beroepsonderwijs</w:t>
      </w:r>
      <w:r w:rsidR="00500FD1" w:rsidRPr="00500FD1">
        <w:rPr>
          <w:szCs w:val="22"/>
        </w:rPr>
        <w:t xml:space="preserve"> en beroepsbegeleidend onderwijs</w:t>
      </w:r>
      <w:r w:rsidRPr="00500FD1">
        <w:rPr>
          <w:szCs w:val="22"/>
        </w:rPr>
        <w:t xml:space="preserve"> (zoals MBO-lang, MTS, MEAO, BOL, BBL</w:t>
      </w:r>
      <w:r w:rsidR="00500FD1" w:rsidRPr="00500FD1">
        <w:rPr>
          <w:szCs w:val="22"/>
        </w:rPr>
        <w:t>, INAS</w:t>
      </w:r>
      <w:r w:rsidRPr="00500FD1">
        <w:rPr>
          <w:szCs w:val="22"/>
        </w:rPr>
        <w:t>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Hoger algemeen en voorbereidend wetenschappelijk onderwijs (zoals HAVO, VWO, </w:t>
      </w:r>
      <w:r w:rsidR="00500FD1" w:rsidRPr="00500FD1">
        <w:rPr>
          <w:szCs w:val="22"/>
        </w:rPr>
        <w:t>Atheneum, G</w:t>
      </w:r>
      <w:r w:rsidRPr="00500FD1">
        <w:rPr>
          <w:szCs w:val="22"/>
        </w:rPr>
        <w:t>ymnasium</w:t>
      </w:r>
      <w:r w:rsidR="00500FD1" w:rsidRPr="00500FD1">
        <w:rPr>
          <w:szCs w:val="22"/>
        </w:rPr>
        <w:t>, HBS, MMS</w:t>
      </w:r>
      <w:r w:rsidRPr="00500FD1">
        <w:rPr>
          <w:szCs w:val="22"/>
        </w:rPr>
        <w:t>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Hoger beroepsonderwijs (zoals HBO, HTS, HEAO, </w:t>
      </w:r>
      <w:r w:rsidR="00500FD1" w:rsidRPr="00500FD1">
        <w:rPr>
          <w:szCs w:val="22"/>
        </w:rPr>
        <w:t xml:space="preserve">HBO-V, </w:t>
      </w:r>
      <w:r w:rsidRPr="00500FD1">
        <w:rPr>
          <w:szCs w:val="22"/>
        </w:rPr>
        <w:t>kandidaats wetenschappelijk onderwijs)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Wetenschappelijk onderwijs (universiteit)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 xml:space="preserve">Anders, namelijk: …………………….. </w:t>
      </w:r>
      <w:r w:rsidR="00500FD1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500FD1">
        <w:rPr>
          <w:i/>
          <w:szCs w:val="22"/>
        </w:rPr>
        <w:t>)</w:t>
      </w:r>
    </w:p>
    <w:p w:rsidR="005E4BF8" w:rsidRDefault="005E4BF8" w:rsidP="005E4BF8">
      <w:pPr>
        <w:ind w:left="720"/>
        <w:rPr>
          <w:szCs w:val="22"/>
        </w:rPr>
      </w:pPr>
    </w:p>
    <w:p w:rsidR="005E4BF8" w:rsidRDefault="005E4BF8" w:rsidP="005E4BF8">
      <w:pPr>
        <w:ind w:left="72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Heeft iemand u geholpen </w:t>
      </w:r>
      <w:r w:rsidR="00500FD1" w:rsidRPr="00500FD1">
        <w:rPr>
          <w:b/>
          <w:szCs w:val="22"/>
        </w:rPr>
        <w:t>om deze vragenlijst in te vullen?</w:t>
      </w:r>
    </w:p>
    <w:p w:rsidR="005E4BF8" w:rsidRPr="00BD79DF" w:rsidRDefault="005E4BF8" w:rsidP="005E4BF8">
      <w:pPr>
        <w:tabs>
          <w:tab w:val="left" w:pos="720"/>
        </w:tabs>
        <w:rPr>
          <w:iCs/>
          <w:szCs w:val="22"/>
        </w:rPr>
      </w:pPr>
      <w:r w:rsidRPr="00BD79DF">
        <w:rPr>
          <w:szCs w:val="22"/>
        </w:rPr>
        <w:t xml:space="preserve">      </w:t>
      </w:r>
      <w:r w:rsidRPr="00BD79DF">
        <w:rPr>
          <w:szCs w:val="22"/>
        </w:rPr>
        <w:sym w:font="Wingdings" w:char="F071"/>
      </w:r>
      <w:r w:rsidRPr="00BD79DF">
        <w:rPr>
          <w:szCs w:val="22"/>
        </w:rPr>
        <w:tab/>
      </w:r>
      <w:r w:rsidR="009274AF">
        <w:rPr>
          <w:iCs/>
          <w:szCs w:val="22"/>
        </w:rPr>
        <w:t>Nee</w:t>
      </w:r>
      <w:r w:rsidR="00483011">
        <w:rPr>
          <w:iCs/>
          <w:szCs w:val="22"/>
        </w:rPr>
        <w:t xml:space="preserve"> </w:t>
      </w:r>
      <w:r w:rsidR="00483011" w:rsidRPr="00BD79DF">
        <w:rPr>
          <w:b/>
          <w:sz w:val="24"/>
        </w:rPr>
        <w:sym w:font="Wingdings" w:char="F0E8"/>
      </w:r>
      <w:r w:rsidR="009274AF">
        <w:rPr>
          <w:iCs/>
          <w:szCs w:val="22"/>
        </w:rPr>
        <w:t xml:space="preserve"> ga naar 91</w:t>
      </w:r>
    </w:p>
    <w:p w:rsidR="005E4BF8" w:rsidRPr="00BD79DF" w:rsidRDefault="005E4BF8" w:rsidP="005E4BF8">
      <w:pPr>
        <w:tabs>
          <w:tab w:val="left" w:pos="720"/>
        </w:tabs>
        <w:rPr>
          <w:iCs/>
          <w:szCs w:val="22"/>
        </w:rPr>
      </w:pPr>
      <w:r w:rsidRPr="00BD79DF">
        <w:rPr>
          <w:szCs w:val="22"/>
        </w:rPr>
        <w:t xml:space="preserve">      </w:t>
      </w:r>
      <w:r w:rsidRPr="00BD79DF">
        <w:rPr>
          <w:szCs w:val="22"/>
        </w:rPr>
        <w:sym w:font="Wingdings" w:char="F071"/>
      </w:r>
      <w:r w:rsidRPr="00BD79DF">
        <w:rPr>
          <w:szCs w:val="22"/>
        </w:rPr>
        <w:tab/>
        <w:t>Ja</w:t>
      </w: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Hoe heeft die persoon u geholpen? </w:t>
      </w:r>
      <w:r w:rsidR="00500FD1" w:rsidRPr="00500FD1">
        <w:rPr>
          <w:b/>
          <w:szCs w:val="22"/>
        </w:rPr>
        <w:t xml:space="preserve">U mag meer dan één vakje aankruisen. 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voorgelezen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mijn antwoorden opgeschreven</w:t>
      </w:r>
    </w:p>
    <w:p w:rsidR="005E4BF8" w:rsidRPr="00500FD1" w:rsidRDefault="00500FD1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in mijn plaats beantwoord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in mijn taal vertaald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op een andere manier geholpen, namelijk</w:t>
      </w:r>
      <w:r w:rsidR="00500FD1" w:rsidRPr="00500FD1">
        <w:rPr>
          <w:szCs w:val="22"/>
        </w:rPr>
        <w:t>:</w:t>
      </w:r>
      <w:r w:rsidRPr="00500FD1">
        <w:rPr>
          <w:szCs w:val="22"/>
        </w:rPr>
        <w:t xml:space="preserve"> ………………………………..</w:t>
      </w:r>
    </w:p>
    <w:p w:rsidR="005E4BF8" w:rsidRPr="00BD79DF" w:rsidRDefault="005E4BF8" w:rsidP="005E4BF8">
      <w:pPr>
        <w:ind w:left="720"/>
        <w:rPr>
          <w:szCs w:val="22"/>
        </w:rPr>
      </w:pPr>
      <w:r w:rsidRPr="00500FD1">
        <w:rPr>
          <w:szCs w:val="22"/>
        </w:rPr>
        <w:t>……………………. …</w:t>
      </w:r>
      <w:r w:rsidRPr="00BD79DF">
        <w:rPr>
          <w:szCs w:val="22"/>
        </w:rPr>
        <w:t xml:space="preserve"> </w:t>
      </w:r>
      <w:r w:rsidR="00D348CD">
        <w:rPr>
          <w:szCs w:val="22"/>
        </w:rPr>
        <w:t>….…………………</w:t>
      </w:r>
      <w:r w:rsidR="00500FD1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500FD1">
        <w:rPr>
          <w:i/>
          <w:szCs w:val="22"/>
        </w:rPr>
        <w:t>)</w:t>
      </w:r>
    </w:p>
    <w:p w:rsidR="005E4BF8" w:rsidRDefault="005E4BF8" w:rsidP="005E4BF8">
      <w:pPr>
        <w:rPr>
          <w:szCs w:val="22"/>
        </w:rPr>
      </w:pPr>
    </w:p>
    <w:p w:rsidR="005E4BF8" w:rsidRPr="00BD79DF" w:rsidRDefault="005E4BF8" w:rsidP="005E4BF8">
      <w:pPr>
        <w:rPr>
          <w:szCs w:val="22"/>
        </w:rPr>
      </w:pPr>
      <w:r w:rsidRPr="00BD79DF">
        <w:rPr>
          <w:szCs w:val="22"/>
        </w:rPr>
        <w:t>De volgende vragen gaan ook over uzelf. Deze informatie kunnen we gebruiken om inzicht te krijgen in de ervaringen van verschillende groepen mensen die gebruik maken van de zorg.</w:t>
      </w:r>
    </w:p>
    <w:p w:rsidR="005E4BF8" w:rsidRPr="00BD79DF" w:rsidRDefault="005E4BF8" w:rsidP="005E4BF8">
      <w:pPr>
        <w:rPr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uzelf?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ind w:left="720"/>
        <w:rPr>
          <w:szCs w:val="22"/>
        </w:rPr>
      </w:pPr>
      <w:r w:rsidRPr="00D348CD">
        <w:rPr>
          <w:szCs w:val="22"/>
        </w:rPr>
        <w:t>Anders, namelijk:……………………..  ……………………</w:t>
      </w:r>
      <w:r w:rsidR="00D348CD" w:rsidRPr="00D348CD">
        <w:rPr>
          <w:szCs w:val="22"/>
        </w:rPr>
        <w:t>………………………………………………..</w:t>
      </w:r>
      <w:r w:rsidRPr="00D348CD">
        <w:rPr>
          <w:szCs w:val="22"/>
        </w:rPr>
        <w:t xml:space="preserve">  </w:t>
      </w:r>
      <w:r w:rsidR="00D348CD" w:rsidRPr="00D348CD">
        <w:rPr>
          <w:szCs w:val="22"/>
        </w:rPr>
        <w:t>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widowControl/>
        <w:rPr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uw vader?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Anders, namelijk:……………………..</w:t>
      </w:r>
    </w:p>
    <w:p w:rsidR="005E4BF8" w:rsidRPr="00D348CD" w:rsidRDefault="005E4BF8" w:rsidP="005E4BF8">
      <w:pPr>
        <w:ind w:left="720"/>
        <w:rPr>
          <w:i/>
          <w:szCs w:val="22"/>
        </w:rPr>
      </w:pPr>
      <w:r w:rsidRPr="00D348CD">
        <w:rPr>
          <w:szCs w:val="22"/>
        </w:rPr>
        <w:t>………………………</w:t>
      </w:r>
      <w:r w:rsidR="00D348CD" w:rsidRPr="00D348CD">
        <w:rPr>
          <w:szCs w:val="22"/>
        </w:rPr>
        <w:t>………………………………………………(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uw moeder?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ind w:left="720"/>
        <w:rPr>
          <w:szCs w:val="22"/>
        </w:rPr>
      </w:pPr>
      <w:r w:rsidRPr="00D348CD">
        <w:rPr>
          <w:szCs w:val="22"/>
        </w:rPr>
        <w:t>Anders, namelijk:……………………..  ………………</w:t>
      </w:r>
      <w:r w:rsidR="00D348CD" w:rsidRPr="00D348CD">
        <w:rPr>
          <w:szCs w:val="22"/>
        </w:rPr>
        <w:t>………………………………………………………</w:t>
      </w:r>
      <w:r w:rsidRPr="00D348CD">
        <w:rPr>
          <w:szCs w:val="22"/>
        </w:rPr>
        <w:t xml:space="preserve"> </w:t>
      </w:r>
      <w:r w:rsidR="00D348CD" w:rsidRPr="00D348CD">
        <w:rPr>
          <w:szCs w:val="22"/>
        </w:rPr>
        <w:t>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ind w:left="360"/>
        <w:rPr>
          <w:szCs w:val="22"/>
        </w:rPr>
      </w:pPr>
    </w:p>
    <w:p w:rsidR="005E4BF8" w:rsidRPr="00D348CD" w:rsidRDefault="00D348CD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>In w</w:t>
      </w:r>
      <w:r w:rsidR="005E4BF8" w:rsidRPr="00D348CD">
        <w:rPr>
          <w:b/>
          <w:szCs w:val="22"/>
        </w:rPr>
        <w:t xml:space="preserve">elke taal </w:t>
      </w:r>
      <w:r w:rsidRPr="00D348CD">
        <w:rPr>
          <w:b/>
          <w:szCs w:val="22"/>
        </w:rPr>
        <w:t xml:space="preserve">praat </w:t>
      </w:r>
      <w:r w:rsidR="005E4BF8" w:rsidRPr="00D348CD">
        <w:rPr>
          <w:b/>
          <w:szCs w:val="22"/>
        </w:rPr>
        <w:t xml:space="preserve">u thuis </w:t>
      </w:r>
      <w:r w:rsidRPr="00D348CD">
        <w:rPr>
          <w:b/>
          <w:szCs w:val="22"/>
        </w:rPr>
        <w:t>het meeste?</w:t>
      </w:r>
      <w:r w:rsidR="005E4BF8" w:rsidRPr="00D348CD">
        <w:rPr>
          <w:b/>
          <w:szCs w:val="22"/>
        </w:rPr>
        <w:t xml:space="preserve"> </w:t>
      </w:r>
    </w:p>
    <w:p w:rsidR="005E4BF8" w:rsidRPr="00D348CD" w:rsidRDefault="005E4BF8" w:rsidP="005E4BF8">
      <w:pPr>
        <w:tabs>
          <w:tab w:val="left" w:pos="720"/>
        </w:tabs>
        <w:ind w:left="360"/>
        <w:rPr>
          <w:szCs w:val="22"/>
        </w:rPr>
      </w:pPr>
      <w:r w:rsidRPr="00D348CD">
        <w:rPr>
          <w:szCs w:val="22"/>
        </w:rPr>
        <w:sym w:font="Wingdings" w:char="F071"/>
      </w:r>
      <w:r w:rsidRPr="00D348CD">
        <w:rPr>
          <w:szCs w:val="22"/>
        </w:rPr>
        <w:tab/>
        <w:t>Nederlands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Fries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Nederlands dialect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Indonesisch</w:t>
      </w:r>
    </w:p>
    <w:p w:rsidR="005E4BF8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Sranan (</w:t>
      </w:r>
      <w:r w:rsidR="005E4BF8" w:rsidRPr="00D348CD">
        <w:rPr>
          <w:iCs/>
          <w:szCs w:val="22"/>
        </w:rPr>
        <w:t>Surinaams</w:t>
      </w:r>
      <w:r w:rsidRPr="00D348CD">
        <w:rPr>
          <w:iCs/>
          <w:szCs w:val="22"/>
        </w:rPr>
        <w:t>)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Marokkaans</w:t>
      </w:r>
      <w:r w:rsidR="00D348CD" w:rsidRPr="00D348CD">
        <w:rPr>
          <w:iCs/>
          <w:szCs w:val="22"/>
        </w:rPr>
        <w:t>-Arabisch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Turks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Duits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Papiaments (Nederlandse Antillen)</w:t>
      </w:r>
    </w:p>
    <w:p w:rsidR="005E4BF8" w:rsidRPr="00BD79DF" w:rsidRDefault="005E4BF8" w:rsidP="005E4BF8">
      <w:pPr>
        <w:ind w:left="720"/>
        <w:rPr>
          <w:szCs w:val="22"/>
        </w:rPr>
      </w:pPr>
      <w:r w:rsidRPr="00D348CD">
        <w:rPr>
          <w:iCs/>
          <w:szCs w:val="22"/>
        </w:rPr>
        <w:t>Anders, namelijk:……………………...</w:t>
      </w:r>
      <w:r w:rsidRPr="00D348CD">
        <w:rPr>
          <w:i/>
          <w:iCs/>
          <w:szCs w:val="22"/>
        </w:rPr>
        <w:t xml:space="preserve"> </w:t>
      </w:r>
      <w:r w:rsidRPr="00D348CD">
        <w:rPr>
          <w:szCs w:val="22"/>
        </w:rPr>
        <w:t>……………………</w:t>
      </w:r>
      <w:r w:rsidR="00D348CD" w:rsidRPr="00D348CD">
        <w:rPr>
          <w:szCs w:val="22"/>
        </w:rPr>
        <w:t>……………………………………………..</w:t>
      </w:r>
      <w:r w:rsidRPr="00D348CD">
        <w:rPr>
          <w:szCs w:val="22"/>
        </w:rPr>
        <w:t>…</w:t>
      </w:r>
      <w:r w:rsidRPr="00BD79DF">
        <w:rPr>
          <w:szCs w:val="22"/>
        </w:rPr>
        <w:t xml:space="preserve">  </w:t>
      </w:r>
      <w:r w:rsidR="00D348CD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D348CD">
        <w:rPr>
          <w:i/>
          <w:szCs w:val="22"/>
        </w:rPr>
        <w:t>)</w:t>
      </w:r>
    </w:p>
    <w:p w:rsidR="005E4BF8" w:rsidRDefault="005E4BF8" w:rsidP="005E4BF8">
      <w:pPr>
        <w:rPr>
          <w:szCs w:val="22"/>
        </w:rPr>
      </w:pPr>
    </w:p>
    <w:p w:rsidR="005E4BF8" w:rsidRDefault="005E4BF8" w:rsidP="005E4BF8">
      <w:pPr>
        <w:widowControl/>
        <w:sectPr w:rsidR="005E4BF8" w:rsidSect="00620A71">
          <w:footerReference w:type="even" r:id="rId18"/>
          <w:footerReference w:type="default" r:id="rId19"/>
          <w:type w:val="continuous"/>
          <w:pgSz w:w="11906" w:h="16838" w:code="9"/>
          <w:pgMar w:top="1418" w:right="851" w:bottom="1418" w:left="851" w:header="709" w:footer="425" w:gutter="0"/>
          <w:cols w:num="2" w:sep="1" w:space="709"/>
          <w:titlePg/>
          <w:docGrid w:linePitch="360"/>
        </w:sectPr>
      </w:pPr>
    </w:p>
    <w:p w:rsidR="005E4BF8" w:rsidRPr="005A3FD0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A3FD0">
        <w:rPr>
          <w:b/>
        </w:rPr>
        <w:lastRenderedPageBreak/>
        <w:t>Zijn er naar aanleiding van uw ervaring met verloskundige</w:t>
      </w:r>
      <w:r w:rsidR="001308B7">
        <w:rPr>
          <w:b/>
        </w:rPr>
        <w:t xml:space="preserve"> zorg</w:t>
      </w:r>
      <w:r w:rsidRPr="005A3FD0">
        <w:rPr>
          <w:b/>
        </w:rPr>
        <w:t xml:space="preserve"> </w:t>
      </w:r>
      <w:r w:rsidR="001308B7">
        <w:rPr>
          <w:b/>
        </w:rPr>
        <w:t xml:space="preserve">door uw huisarts </w:t>
      </w:r>
      <w:r w:rsidRPr="005A3FD0">
        <w:rPr>
          <w:b/>
        </w:rPr>
        <w:t>nog dingen waarvan u zegt: ‘dat had anders gekund’ of ‘dat zou in mijn ogen verbeterd moeten worden’?</w:t>
      </w:r>
    </w:p>
    <w:p w:rsidR="005E4BF8" w:rsidRPr="00BD79DF" w:rsidRDefault="005E4BF8" w:rsidP="005E4BF8">
      <w:pPr>
        <w:tabs>
          <w:tab w:val="left" w:pos="1"/>
          <w:tab w:val="left" w:pos="566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U kunt maximaal 5 van deze dingen noemen</w:t>
      </w:r>
    </w:p>
    <w:p w:rsidR="00D348CD" w:rsidRPr="00BD79DF" w:rsidRDefault="005E4BF8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</w:r>
      <w:r w:rsidR="00D348CD" w:rsidRPr="00BD79DF">
        <w:t>1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2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3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4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5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E4BF8" w:rsidRPr="005A3FD0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A3FD0">
        <w:rPr>
          <w:b/>
        </w:rPr>
        <w:t xml:space="preserve">Kunt u aangeven welke aspecten u goed vond van de verloskundige zorg die u </w:t>
      </w:r>
      <w:r w:rsidR="001308B7">
        <w:rPr>
          <w:b/>
        </w:rPr>
        <w:t xml:space="preserve">van uw huisarts </w:t>
      </w:r>
      <w:r w:rsidRPr="005A3FD0">
        <w:rPr>
          <w:b/>
        </w:rPr>
        <w:t>heeft ontvangen?</w:t>
      </w:r>
    </w:p>
    <w:p w:rsidR="005E4BF8" w:rsidRPr="00BD79DF" w:rsidRDefault="005E4BF8" w:rsidP="005E4BF8">
      <w:pPr>
        <w:tabs>
          <w:tab w:val="left" w:pos="1"/>
          <w:tab w:val="left" w:pos="566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U kunt maximaal 5 van deze aspecten noemen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1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2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3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4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5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rPr>
          <w:szCs w:val="22"/>
        </w:rPr>
      </w:pPr>
    </w:p>
    <w:p w:rsidR="005E4BF8" w:rsidRPr="00BD79DF" w:rsidRDefault="00D348CD" w:rsidP="005E4BF8">
      <w:pPr>
        <w:rPr>
          <w:szCs w:val="22"/>
        </w:rPr>
      </w:pPr>
      <w:r>
        <w:rPr>
          <w:szCs w:val="22"/>
        </w:rPr>
        <w:br w:type="page"/>
      </w:r>
      <w:r w:rsidR="005E4BF8" w:rsidRPr="00BD79DF">
        <w:rPr>
          <w:szCs w:val="22"/>
        </w:rPr>
        <w:lastRenderedPageBreak/>
        <w:t xml:space="preserve">Heeft u nog </w:t>
      </w:r>
      <w:r w:rsidR="005E4BF8" w:rsidRPr="00BD79DF">
        <w:rPr>
          <w:b/>
          <w:bCs/>
          <w:szCs w:val="22"/>
        </w:rPr>
        <w:t xml:space="preserve">op- of aanmerkingen </w:t>
      </w:r>
      <w:r w:rsidR="005E4BF8" w:rsidRPr="00BD79DF">
        <w:rPr>
          <w:szCs w:val="22"/>
        </w:rPr>
        <w:t>naar aanleiding van de vragenlijst?</w:t>
      </w:r>
    </w:p>
    <w:p w:rsidR="005E4BF8" w:rsidRPr="00BD79DF" w:rsidRDefault="005E4BF8" w:rsidP="005E4BF8">
      <w:pPr>
        <w:rPr>
          <w:i/>
          <w:szCs w:val="22"/>
        </w:rPr>
      </w:pPr>
      <w:r w:rsidRPr="00BD79DF">
        <w:rPr>
          <w:szCs w:val="22"/>
        </w:rPr>
        <w:t xml:space="preserve">Schrijf die dan hieronder op, </w:t>
      </w:r>
      <w:r w:rsidRPr="00BD79DF">
        <w:rPr>
          <w:i/>
          <w:szCs w:val="22"/>
        </w:rPr>
        <w:t>a.u.b. in blokletters.</w:t>
      </w:r>
    </w:p>
    <w:tbl>
      <w:tblPr>
        <w:tblpPr w:leftFromText="141" w:rightFromText="141" w:vertAnchor="page" w:horzAnchor="margin" w:tblpY="2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D348CD" w:rsidRPr="00BD79DF" w:rsidTr="00D348CD">
        <w:tblPrEx>
          <w:tblCellMar>
            <w:top w:w="0" w:type="dxa"/>
            <w:bottom w:w="0" w:type="dxa"/>
          </w:tblCellMar>
        </w:tblPrEx>
        <w:trPr>
          <w:trHeight w:hRule="exact" w:val="5994"/>
        </w:trPr>
        <w:tc>
          <w:tcPr>
            <w:tcW w:w="8890" w:type="dxa"/>
          </w:tcPr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</w:tc>
      </w:tr>
    </w:tbl>
    <w:p w:rsidR="005E4BF8" w:rsidRPr="00BD79DF" w:rsidRDefault="005E4BF8" w:rsidP="005E4BF8">
      <w:pPr>
        <w:rPr>
          <w:szCs w:val="22"/>
        </w:rPr>
      </w:pPr>
    </w:p>
    <w:p w:rsidR="005E4BF8" w:rsidRPr="00BD79DF" w:rsidRDefault="005E4BF8" w:rsidP="005E4BF8">
      <w:pPr>
        <w:tabs>
          <w:tab w:val="left" w:pos="1080"/>
        </w:tabs>
        <w:ind w:left="143"/>
        <w:rPr>
          <w:rFonts w:ascii="Arial" w:hAnsi="Arial"/>
        </w:rPr>
      </w:pPr>
    </w:p>
    <w:p w:rsidR="005E4BF8" w:rsidRPr="00BD79DF" w:rsidRDefault="005E4BF8" w:rsidP="005E4BF8">
      <w:pPr>
        <w:tabs>
          <w:tab w:val="left" w:pos="540"/>
          <w:tab w:val="left" w:pos="900"/>
          <w:tab w:val="left" w:pos="1260"/>
        </w:tabs>
        <w:ind w:left="540" w:hanging="540"/>
        <w:rPr>
          <w:rFonts w:ascii="Arial" w:hAnsi="Arial" w:cs="Arial"/>
          <w:sz w:val="20"/>
        </w:rPr>
      </w:pPr>
    </w:p>
    <w:p w:rsidR="005E4BF8" w:rsidRPr="00BD79DF" w:rsidRDefault="005E4BF8" w:rsidP="005E4BF8">
      <w:pPr>
        <w:tabs>
          <w:tab w:val="left" w:pos="540"/>
          <w:tab w:val="left" w:pos="900"/>
          <w:tab w:val="left" w:pos="1260"/>
        </w:tabs>
        <w:ind w:left="540" w:hanging="540"/>
        <w:rPr>
          <w:rFonts w:ascii="Arial" w:hAnsi="Arial" w:cs="Arial"/>
          <w:sz w:val="20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HARTELIJK BEDANKT VOOR HET INVULLEN</w:t>
      </w: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VAN DE VRAGENLIJST</w:t>
      </w: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Stuurt u de ingevulde vragenlijst a.u.b. terug in de bijgevoegde enveloppe.</w:t>
      </w:r>
    </w:p>
    <w:p w:rsidR="00D348CD" w:rsidRPr="004A3BAB" w:rsidRDefault="00D348CD" w:rsidP="00D348CD">
      <w:pPr>
        <w:spacing w:line="360" w:lineRule="auto"/>
        <w:jc w:val="center"/>
        <w:rPr>
          <w:rFonts w:ascii="Arial" w:hAnsi="Arial" w:cs="Arial"/>
          <w:sz w:val="24"/>
        </w:rPr>
      </w:pPr>
      <w:r w:rsidRPr="004A3BAB">
        <w:rPr>
          <w:rFonts w:ascii="Arial" w:hAnsi="Arial" w:cs="Arial"/>
          <w:b/>
          <w:sz w:val="24"/>
        </w:rPr>
        <w:t>Een postzegel is niet nodig</w:t>
      </w:r>
    </w:p>
    <w:p w:rsidR="00B37D81" w:rsidRDefault="00B37D81"/>
    <w:sectPr w:rsidR="00B3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FD6" w:rsidRDefault="00285FD6">
      <w:r>
        <w:separator/>
      </w:r>
    </w:p>
  </w:endnote>
  <w:endnote w:type="continuationSeparator" w:id="0">
    <w:p w:rsidR="00285FD6" w:rsidRDefault="0028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FD6" w:rsidRDefault="00285FD6" w:rsidP="00620A71">
    <w:pPr>
      <w:pStyle w:val="Voettekst"/>
      <w:tabs>
        <w:tab w:val="left" w:pos="9000"/>
      </w:tabs>
      <w:ind w:right="-110"/>
      <w:rPr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 PAGE </w:instrText>
    </w:r>
    <w:r>
      <w:rPr>
        <w:rStyle w:val="Paginanummer"/>
        <w:rFonts w:ascii="Arial" w:hAnsi="Arial"/>
      </w:rPr>
      <w:fldChar w:fldCharType="separate"/>
    </w:r>
    <w:r>
      <w:rPr>
        <w:rStyle w:val="Paginanummer"/>
        <w:rFonts w:ascii="Arial" w:hAnsi="Arial"/>
        <w:noProof/>
      </w:rPr>
      <w:t>68</w:t>
    </w:r>
    <w:r>
      <w:rPr>
        <w:rStyle w:val="Paginanummer"/>
        <w:rFonts w:ascii="Arial" w:hAnsi="Arial"/>
      </w:rPr>
      <w:fldChar w:fldCharType="end"/>
    </w:r>
    <w:r w:rsidRPr="002562BA">
      <w:t xml:space="preserve"> </w:t>
    </w:r>
    <w:r>
      <w:t xml:space="preserve">                                                                Cliëntervaringsindicatoren en Etalageplus-informatie voor de 1</w:t>
    </w:r>
    <w:r w:rsidRPr="00845780">
      <w:rPr>
        <w:vertAlign w:val="superscript"/>
      </w:rPr>
      <w:t>e</w:t>
    </w:r>
    <w:r>
      <w:t xml:space="preserve"> lijns verloskunde, NIVEL 2011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FD6" w:rsidRDefault="00285FD6">
    <w:pPr>
      <w:pStyle w:val="Voettekst"/>
      <w:framePr w:wrap="around" w:vAnchor="text" w:hAnchor="margin" w:xAlign="right" w:y="1"/>
      <w:rPr>
        <w:rStyle w:val="Paginanummer"/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PAGE  </w:instrText>
    </w:r>
    <w:r>
      <w:rPr>
        <w:rStyle w:val="Paginanummer"/>
        <w:rFonts w:ascii="Arial" w:hAnsi="Arial"/>
      </w:rPr>
      <w:fldChar w:fldCharType="separate"/>
    </w:r>
    <w:r w:rsidR="00F01D33">
      <w:rPr>
        <w:rStyle w:val="Paginanummer"/>
        <w:rFonts w:ascii="Arial" w:hAnsi="Arial"/>
        <w:noProof/>
      </w:rPr>
      <w:t>3</w:t>
    </w:r>
    <w:r>
      <w:rPr>
        <w:rStyle w:val="Paginanummer"/>
        <w:rFonts w:ascii="Arial" w:hAnsi="Arial"/>
      </w:rPr>
      <w:fldChar w:fldCharType="end"/>
    </w:r>
  </w:p>
  <w:p w:rsidR="00285FD6" w:rsidRDefault="00285FD6">
    <w:pPr>
      <w:pStyle w:val="Voetteks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FD6" w:rsidRDefault="00285FD6" w:rsidP="00620A71">
    <w:pPr>
      <w:pStyle w:val="Voettekst"/>
      <w:tabs>
        <w:tab w:val="left" w:pos="10204"/>
      </w:tabs>
      <w:ind w:right="-56"/>
      <w:rPr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 PAGE </w:instrText>
    </w:r>
    <w:r>
      <w:rPr>
        <w:rStyle w:val="Paginanummer"/>
        <w:rFonts w:ascii="Arial" w:hAnsi="Arial"/>
      </w:rPr>
      <w:fldChar w:fldCharType="separate"/>
    </w:r>
    <w:r>
      <w:rPr>
        <w:rStyle w:val="Paginanummer"/>
        <w:rFonts w:ascii="Arial" w:hAnsi="Arial"/>
        <w:noProof/>
      </w:rPr>
      <w:t>78</w:t>
    </w:r>
    <w:r>
      <w:rPr>
        <w:rStyle w:val="Paginanummer"/>
        <w:rFonts w:ascii="Arial" w:hAnsi="Arial"/>
      </w:rPr>
      <w:fldChar w:fldCharType="end"/>
    </w:r>
    <w:r>
      <w:rPr>
        <w:rStyle w:val="Paginanummer"/>
        <w:rFonts w:ascii="Arial" w:hAnsi="Arial"/>
      </w:rPr>
      <w:t xml:space="preserve">                         </w:t>
    </w:r>
    <w:r>
      <w:t>Cliëntervaringsindicatoren en Etalageplus-informatie voor de 1</w:t>
    </w:r>
    <w:r w:rsidRPr="00845780">
      <w:rPr>
        <w:vertAlign w:val="superscript"/>
      </w:rPr>
      <w:t>e</w:t>
    </w:r>
    <w:r>
      <w:t xml:space="preserve"> lijns verloskunde, NIVEL 2011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FD6" w:rsidRDefault="00285FD6">
    <w:pPr>
      <w:pStyle w:val="Voettekst"/>
      <w:framePr w:wrap="around" w:vAnchor="text" w:hAnchor="margin" w:xAlign="right" w:y="1"/>
      <w:rPr>
        <w:rStyle w:val="Paginanummer"/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PAGE  </w:instrText>
    </w:r>
    <w:r>
      <w:rPr>
        <w:rStyle w:val="Paginanummer"/>
        <w:rFonts w:ascii="Arial" w:hAnsi="Arial"/>
      </w:rPr>
      <w:fldChar w:fldCharType="separate"/>
    </w:r>
    <w:r w:rsidR="00F01D33">
      <w:rPr>
        <w:rStyle w:val="Paginanummer"/>
        <w:rFonts w:ascii="Arial" w:hAnsi="Arial"/>
        <w:noProof/>
      </w:rPr>
      <w:t>12</w:t>
    </w:r>
    <w:r>
      <w:rPr>
        <w:rStyle w:val="Paginanummer"/>
        <w:rFonts w:ascii="Arial" w:hAnsi="Arial"/>
      </w:rPr>
      <w:fldChar w:fldCharType="end"/>
    </w:r>
  </w:p>
  <w:p w:rsidR="00285FD6" w:rsidRDefault="00285FD6" w:rsidP="005E4BF8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FD6" w:rsidRDefault="00285FD6">
      <w:r>
        <w:separator/>
      </w:r>
    </w:p>
  </w:footnote>
  <w:footnote w:type="continuationSeparator" w:id="0">
    <w:p w:rsidR="00285FD6" w:rsidRDefault="00285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2533"/>
        </w:tabs>
        <w:ind w:left="2533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53"/>
        </w:tabs>
        <w:ind w:left="685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73"/>
        </w:tabs>
        <w:ind w:left="757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93"/>
        </w:tabs>
        <w:ind w:left="8293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17CB"/>
    <w:multiLevelType w:val="hybridMultilevel"/>
    <w:tmpl w:val="E9BEDB5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8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513C7"/>
    <w:multiLevelType w:val="hybridMultilevel"/>
    <w:tmpl w:val="0E94B9D8"/>
    <w:lvl w:ilvl="0" w:tplc="FFFFFFFF">
      <w:start w:val="9"/>
      <w:numFmt w:val="bullet"/>
      <w:lvlText w:val=""/>
      <w:lvlJc w:val="left"/>
      <w:pPr>
        <w:tabs>
          <w:tab w:val="num" w:pos="1192"/>
        </w:tabs>
        <w:ind w:left="1192" w:hanging="390"/>
      </w:pPr>
      <w:rPr>
        <w:rFonts w:ascii="Wingdings" w:eastAsia="Times New Roman" w:hAnsi="Wingdings" w:cs="Arial" w:hint="default"/>
        <w:i w:val="0"/>
      </w:rPr>
    </w:lvl>
    <w:lvl w:ilvl="1" w:tplc="0413000F">
      <w:start w:val="1"/>
      <w:numFmt w:val="decimal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10" w15:restartNumberingAfterBreak="0">
    <w:nsid w:val="37027FED"/>
    <w:multiLevelType w:val="hybridMultilevel"/>
    <w:tmpl w:val="0F18840E"/>
    <w:lvl w:ilvl="0" w:tplc="85A457DC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11" w15:restartNumberingAfterBreak="0">
    <w:nsid w:val="38E61044"/>
    <w:multiLevelType w:val="multilevel"/>
    <w:tmpl w:val="54B28C10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>
      <w:start w:val="1"/>
      <w:numFmt w:val="bullet"/>
      <w:lvlText w:val=""/>
      <w:lvlJc w:val="left"/>
      <w:pPr>
        <w:tabs>
          <w:tab w:val="num" w:pos="907"/>
        </w:tabs>
        <w:ind w:left="907" w:hanging="340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3E9929FB"/>
    <w:multiLevelType w:val="multilevel"/>
    <w:tmpl w:val="6B12E90C"/>
    <w:lvl w:ilvl="0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4" w15:restartNumberingAfterBreak="0">
    <w:nsid w:val="47CF022A"/>
    <w:multiLevelType w:val="multilevel"/>
    <w:tmpl w:val="D1B0E8B8"/>
    <w:lvl w:ilvl="0">
      <w:start w:val="1"/>
      <w:numFmt w:val="decimal"/>
      <w:lvlText w:val="%1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4">
      <w:start w:val="1"/>
      <w:numFmt w:val="decimal"/>
      <w:lvlText w:val="%1.%2.%3.%4.%5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5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7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9439D0"/>
    <w:multiLevelType w:val="hybridMultilevel"/>
    <w:tmpl w:val="A9744FE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C2997"/>
    <w:multiLevelType w:val="hybridMultilevel"/>
    <w:tmpl w:val="6B12E90C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0"/>
  </w:num>
  <w:num w:numId="4">
    <w:abstractNumId w:val="11"/>
  </w:num>
  <w:num w:numId="5">
    <w:abstractNumId w:val="14"/>
  </w:num>
  <w:num w:numId="6">
    <w:abstractNumId w:val="18"/>
  </w:num>
  <w:num w:numId="7">
    <w:abstractNumId w:val="8"/>
  </w:num>
  <w:num w:numId="8">
    <w:abstractNumId w:val="4"/>
  </w:num>
  <w:num w:numId="9">
    <w:abstractNumId w:val="19"/>
  </w:num>
  <w:num w:numId="10">
    <w:abstractNumId w:val="13"/>
  </w:num>
  <w:num w:numId="11">
    <w:abstractNumId w:val="10"/>
  </w:num>
  <w:num w:numId="12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</w:num>
  <w:num w:numId="15">
    <w:abstractNumId w:val="5"/>
  </w:num>
  <w:num w:numId="16">
    <w:abstractNumId w:val="15"/>
  </w:num>
  <w:num w:numId="17">
    <w:abstractNumId w:val="3"/>
  </w:num>
  <w:num w:numId="18">
    <w:abstractNumId w:val="7"/>
  </w:num>
  <w:num w:numId="19">
    <w:abstractNumId w:val="2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F8"/>
    <w:rsid w:val="000A3279"/>
    <w:rsid w:val="000B289F"/>
    <w:rsid w:val="00123099"/>
    <w:rsid w:val="001308B7"/>
    <w:rsid w:val="001B61F6"/>
    <w:rsid w:val="001B7C81"/>
    <w:rsid w:val="001F19C3"/>
    <w:rsid w:val="0021723E"/>
    <w:rsid w:val="00285FD6"/>
    <w:rsid w:val="002B2E49"/>
    <w:rsid w:val="002D2875"/>
    <w:rsid w:val="003052D8"/>
    <w:rsid w:val="00363300"/>
    <w:rsid w:val="00374159"/>
    <w:rsid w:val="00377E76"/>
    <w:rsid w:val="003B6FC9"/>
    <w:rsid w:val="003C271D"/>
    <w:rsid w:val="003E37AD"/>
    <w:rsid w:val="00462F84"/>
    <w:rsid w:val="00483011"/>
    <w:rsid w:val="004E1C50"/>
    <w:rsid w:val="00500FD1"/>
    <w:rsid w:val="00544272"/>
    <w:rsid w:val="005E4BF8"/>
    <w:rsid w:val="00620A71"/>
    <w:rsid w:val="0064637A"/>
    <w:rsid w:val="00774A6B"/>
    <w:rsid w:val="00855EDE"/>
    <w:rsid w:val="008842E2"/>
    <w:rsid w:val="008E3678"/>
    <w:rsid w:val="00924A82"/>
    <w:rsid w:val="009274AF"/>
    <w:rsid w:val="00A33ACC"/>
    <w:rsid w:val="00B22F1C"/>
    <w:rsid w:val="00B37D81"/>
    <w:rsid w:val="00BD1505"/>
    <w:rsid w:val="00C16ED1"/>
    <w:rsid w:val="00D348CD"/>
    <w:rsid w:val="00D40BD3"/>
    <w:rsid w:val="00DE0EFC"/>
    <w:rsid w:val="00E2443A"/>
    <w:rsid w:val="00E86F4B"/>
    <w:rsid w:val="00ED4F39"/>
    <w:rsid w:val="00F01D33"/>
    <w:rsid w:val="00F2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CA329C3-0B66-4C8C-AC44-4FBCB4C3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1D33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aliases w:val="Kop 1 (Hoofdstuk)"/>
    <w:basedOn w:val="Standaard"/>
    <w:next w:val="Standaard"/>
    <w:qFormat/>
    <w:rsid w:val="00F01D33"/>
    <w:pPr>
      <w:numPr>
        <w:numId w:val="13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F01D33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F01D33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F01D33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F01D33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F01D33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F01D33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F01D33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F01D33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F01D33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F01D33"/>
  </w:style>
  <w:style w:type="paragraph" w:styleId="Koptekst">
    <w:name w:val="header"/>
    <w:basedOn w:val="Standaard"/>
    <w:link w:val="KoptekstChar"/>
    <w:rsid w:val="00F01D3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F01D3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5E4BF8"/>
    <w:rPr>
      <w:rFonts w:ascii="Times New Roman" w:hAnsi="Times New Roman"/>
      <w:sz w:val="20"/>
    </w:rPr>
  </w:style>
  <w:style w:type="paragraph" w:styleId="Plattetekstinspringen">
    <w:name w:val="Body Text Indent"/>
    <w:basedOn w:val="Standaard"/>
    <w:rsid w:val="005E4BF8"/>
    <w:pPr>
      <w:widowControl/>
      <w:tabs>
        <w:tab w:val="left" w:pos="-1440"/>
        <w:tab w:val="left" w:pos="-720"/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auto"/>
      <w:ind w:left="709"/>
    </w:pPr>
  </w:style>
  <w:style w:type="paragraph" w:styleId="Titel">
    <w:name w:val="Title"/>
    <w:basedOn w:val="Standaard"/>
    <w:qFormat/>
    <w:rsid w:val="005E4BF8"/>
    <w:rPr>
      <w:rFonts w:cs="Arial"/>
      <w:b/>
      <w:bCs/>
      <w:kern w:val="28"/>
      <w:sz w:val="32"/>
      <w:szCs w:val="32"/>
    </w:rPr>
  </w:style>
  <w:style w:type="paragraph" w:customStyle="1" w:styleId="Default">
    <w:name w:val="Default"/>
    <w:semiHidden/>
    <w:rsid w:val="005E4B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p">
    <w:name w:val="Kop"/>
    <w:basedOn w:val="Standaard"/>
    <w:next w:val="Standaard"/>
    <w:rsid w:val="005E4BF8"/>
    <w:pPr>
      <w:widowControl/>
      <w:pBdr>
        <w:top w:val="single" w:sz="6" w:space="4" w:color="auto"/>
        <w:bottom w:val="single" w:sz="6" w:space="4" w:color="auto"/>
      </w:pBdr>
    </w:pPr>
  </w:style>
  <w:style w:type="character" w:customStyle="1" w:styleId="VoettekstChar">
    <w:name w:val="Voettekst Char"/>
    <w:basedOn w:val="Standaardalinea-lettertype"/>
    <w:link w:val="Voettekst"/>
    <w:rsid w:val="005E4BF8"/>
    <w:rPr>
      <w:rFonts w:ascii="Verdana" w:hAnsi="Verdana"/>
      <w:sz w:val="18"/>
    </w:rPr>
  </w:style>
  <w:style w:type="character" w:customStyle="1" w:styleId="KoptekstChar">
    <w:name w:val="Koptekst Char"/>
    <w:basedOn w:val="Standaardalinea-lettertype"/>
    <w:link w:val="Koptekst"/>
    <w:rsid w:val="005E4BF8"/>
    <w:rPr>
      <w:rFonts w:ascii="Verdana" w:hAnsi="Verdana"/>
      <w:sz w:val="18"/>
    </w:rPr>
  </w:style>
  <w:style w:type="paragraph" w:customStyle="1" w:styleId="C2-CtrSglS">
    <w:name w:val="C2-Ctr Sgl S"/>
    <w:rsid w:val="00D348CD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styleId="Verwijzingopmerking">
    <w:name w:val="annotation reference"/>
    <w:basedOn w:val="Standaardalinea-lettertype"/>
    <w:semiHidden/>
    <w:rsid w:val="003E37AD"/>
    <w:rPr>
      <w:sz w:val="16"/>
      <w:szCs w:val="16"/>
    </w:rPr>
  </w:style>
  <w:style w:type="paragraph" w:styleId="Tekstopmerking">
    <w:name w:val="annotation text"/>
    <w:basedOn w:val="Standaard"/>
    <w:semiHidden/>
    <w:rsid w:val="003E37AD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3E37AD"/>
    <w:rPr>
      <w:b/>
      <w:bCs/>
    </w:rPr>
  </w:style>
  <w:style w:type="paragraph" w:styleId="Ballontekst">
    <w:name w:val="Balloon Text"/>
    <w:basedOn w:val="Standaard"/>
    <w:semiHidden/>
    <w:rsid w:val="003E37AD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rsid w:val="00F01D33"/>
    <w:rPr>
      <w:rFonts w:ascii="Verdana" w:hAnsi="Verdana"/>
      <w:b/>
      <w:sz w:val="18"/>
    </w:rPr>
  </w:style>
  <w:style w:type="character" w:customStyle="1" w:styleId="Kop4Char">
    <w:name w:val="Kop 4 Char"/>
    <w:basedOn w:val="Standaardalinea-lettertype"/>
    <w:link w:val="Kop4"/>
    <w:rsid w:val="00F01D33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F01D33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F01D33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F01D33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F01D33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F01D33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F01D33"/>
    <w:pPr>
      <w:numPr>
        <w:numId w:val="14"/>
      </w:numPr>
    </w:pPr>
  </w:style>
  <w:style w:type="paragraph" w:customStyle="1" w:styleId="RAankruisvak-vinkje">
    <w:name w:val="R_Aankruisvak-vinkje"/>
    <w:basedOn w:val="Standaard"/>
    <w:rsid w:val="00F01D33"/>
    <w:pPr>
      <w:numPr>
        <w:numId w:val="15"/>
      </w:numPr>
    </w:pPr>
  </w:style>
  <w:style w:type="paragraph" w:customStyle="1" w:styleId="RAfzend-invulling">
    <w:name w:val="R_Afzend-invulling"/>
    <w:basedOn w:val="Standaard"/>
    <w:next w:val="Standaard"/>
    <w:rsid w:val="00F01D33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F01D33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F01D33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F01D33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F01D33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F01D33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F01D33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F01D33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F01D33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F01D33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F01D33"/>
    <w:pPr>
      <w:numPr>
        <w:numId w:val="16"/>
      </w:numPr>
    </w:pPr>
  </w:style>
  <w:style w:type="paragraph" w:customStyle="1" w:styleId="ROpsomming-bolletjes-klein">
    <w:name w:val="R_Opsomming-bolletjes-klein"/>
    <w:basedOn w:val="Standaard"/>
    <w:rsid w:val="00F01D33"/>
    <w:pPr>
      <w:numPr>
        <w:numId w:val="17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F01D33"/>
    <w:pPr>
      <w:numPr>
        <w:numId w:val="18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F01D33"/>
    <w:pPr>
      <w:numPr>
        <w:numId w:val="19"/>
      </w:numPr>
    </w:pPr>
  </w:style>
  <w:style w:type="paragraph" w:customStyle="1" w:styleId="ROpsomming-genummerd">
    <w:name w:val="R_Opsomming-genummerd"/>
    <w:basedOn w:val="Standaard"/>
    <w:rsid w:val="00F01D33"/>
    <w:pPr>
      <w:numPr>
        <w:numId w:val="20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F01D33"/>
    <w:pPr>
      <w:numPr>
        <w:numId w:val="21"/>
      </w:numPr>
    </w:pPr>
  </w:style>
  <w:style w:type="paragraph" w:customStyle="1" w:styleId="RPaginanummer">
    <w:name w:val="R_Paginanummer"/>
    <w:basedOn w:val="RAfzend-invulling"/>
    <w:next w:val="Standaard"/>
    <w:rsid w:val="00F01D33"/>
    <w:rPr>
      <w:szCs w:val="18"/>
    </w:rPr>
  </w:style>
  <w:style w:type="paragraph" w:customStyle="1" w:styleId="RReferenties">
    <w:name w:val="R_Referenties"/>
    <w:basedOn w:val="Standaard"/>
    <w:next w:val="Standaard"/>
    <w:rsid w:val="00F01D33"/>
    <w:rPr>
      <w:szCs w:val="18"/>
    </w:rPr>
  </w:style>
  <w:style w:type="paragraph" w:customStyle="1" w:styleId="RRetouradres">
    <w:name w:val="R_Retouradres"/>
    <w:basedOn w:val="RAfzend-invulling"/>
    <w:next w:val="Standaard"/>
    <w:rsid w:val="00F01D33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F01D33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F01D33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F01D33"/>
    <w:rPr>
      <w:b/>
      <w:sz w:val="14"/>
    </w:rPr>
  </w:style>
  <w:style w:type="paragraph" w:customStyle="1" w:styleId="RTabeltekst">
    <w:name w:val="R_Tabeltekst"/>
    <w:basedOn w:val="Standaard"/>
    <w:rsid w:val="00F01D33"/>
    <w:rPr>
      <w:sz w:val="14"/>
    </w:rPr>
  </w:style>
  <w:style w:type="paragraph" w:customStyle="1" w:styleId="RTitel">
    <w:name w:val="R_Titel"/>
    <w:basedOn w:val="Standaard"/>
    <w:next w:val="Standaard"/>
    <w:rsid w:val="00F01D33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F01D33"/>
    <w:rPr>
      <w:szCs w:val="18"/>
    </w:rPr>
  </w:style>
  <w:style w:type="character" w:customStyle="1" w:styleId="RVoetnootmarkering">
    <w:name w:val="R_Voetnootmarkering"/>
    <w:rsid w:val="00F01D33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F01D33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F01D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F01D33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F01D33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F01D33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F01D33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F01D33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F01D33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F01D33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F01D33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F01D3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F01D33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F01D33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F01D33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F01D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F01D33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F01D33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F01D33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F01D33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F01D33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F01D33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F01D33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F01D33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F01D33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hetalternatief.org/Logo%20NIVEL.gi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hyperlink" Target="http://nvl002.nivel.nl/CQI/dispatcher.aspx?action=detail&amp;database=ChoiceCQI&amp;priref=95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DBC87FF13553A640A37C379133E28A0C" ma:contentTypeVersion="173" ma:contentTypeDescription="Content type for CT MeetInstrument" ma:contentTypeScope="" ma:versionID="90890f665e53151be307c97793edba3f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C30E6C-FD78-4446-9A18-870BA6E09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8602B-44CA-4B1D-BB82-97C32A53A6C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8B72C54-B985-431C-8C12-C03C41DA94C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048145C-19F3-4DEC-8E11-91E57DB7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B45E7A3-E5C4-408F-B3A4-D1E9C2F2BD04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fd2069cc-00ae-4f60-8ff8-57f81a5b98cd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1</TotalTime>
  <Pages>12</Pages>
  <Words>2890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eerstelijns verloskundige zorg(huisarts)</vt:lpstr>
    </vt:vector>
  </TitlesOfParts>
  <Company>Nivel</Company>
  <LinksUpToDate>false</LinksUpToDate>
  <CharactersWithSpaces>18752</CharactersWithSpaces>
  <SharedDoc>false</SharedDoc>
  <HLinks>
    <vt:vector size="12" baseType="variant"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http://nvl002.nivel.nl/CQI/dispatcher.aspx?action=detail&amp;database=ChoiceCQI&amp;priref=95</vt:lpwstr>
      </vt:variant>
      <vt:variant>
        <vt:lpwstr/>
      </vt:variant>
      <vt:variant>
        <vt:i4>7667809</vt:i4>
      </vt:variant>
      <vt:variant>
        <vt:i4>-1</vt:i4>
      </vt:variant>
      <vt:variant>
        <vt:i4>1032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eerstelijns verloskundige zorg(huisarts)</dc:title>
  <dc:subject/>
  <dc:creator>Trees Wiegers</dc:creator>
  <cp:keywords/>
  <dc:description/>
  <cp:lastModifiedBy>Rijk, mw. J. de</cp:lastModifiedBy>
  <cp:revision>2</cp:revision>
  <dcterms:created xsi:type="dcterms:W3CDTF">2019-03-18T10:34:00Z</dcterms:created>
  <dcterms:modified xsi:type="dcterms:W3CDTF">2019-03-18T10:34:00Z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